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42E4" w14:textId="69E6DEE7" w:rsidR="006E5D65" w:rsidRPr="00C949FE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C949FE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C949F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949F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949F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949F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C949FE">
        <w:rPr>
          <w:rFonts w:ascii="Times New Roman" w:hAnsi="Times New Roman"/>
          <w:b/>
          <w:bCs/>
          <w:sz w:val="24"/>
          <w:szCs w:val="24"/>
        </w:rPr>
        <w:tab/>
      </w:r>
      <w:r w:rsidR="00D8678B" w:rsidRPr="00C949FE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C949FE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C949FE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C949FE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C949FE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C949FE">
        <w:rPr>
          <w:rFonts w:ascii="Times New Roman" w:hAnsi="Times New Roman"/>
          <w:bCs/>
          <w:i/>
          <w:sz w:val="24"/>
          <w:szCs w:val="24"/>
        </w:rPr>
        <w:t>12/2019</w:t>
      </w:r>
    </w:p>
    <w:p w14:paraId="4B07FC45" w14:textId="77777777" w:rsidR="0085747A" w:rsidRPr="00C949FE" w:rsidRDefault="0085747A" w:rsidP="00C949F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949FE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C65BBEF" w14:textId="489E050D" w:rsidR="0085747A" w:rsidRPr="00C949FE" w:rsidRDefault="0071620A" w:rsidP="00C949FE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949FE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C949FE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75C93" w:rsidRPr="00C949FE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C949FE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C949FE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C949FE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C949FE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C949FE">
        <w:rPr>
          <w:rFonts w:ascii="Times New Roman" w:hAnsi="Times New Roman"/>
          <w:b/>
          <w:smallCaps/>
          <w:sz w:val="24"/>
          <w:szCs w:val="24"/>
        </w:rPr>
        <w:t>8</w:t>
      </w:r>
    </w:p>
    <w:p w14:paraId="4B0C030E" w14:textId="77777777" w:rsidR="00B701F1" w:rsidRDefault="00B701F1" w:rsidP="00C949FE">
      <w:pPr>
        <w:spacing w:after="0" w:line="240" w:lineRule="exact"/>
        <w:jc w:val="center"/>
        <w:rPr>
          <w:rFonts w:ascii="Times New Roman" w:hAnsi="Times New Roman"/>
          <w:i/>
          <w:sz w:val="24"/>
          <w:szCs w:val="24"/>
        </w:rPr>
      </w:pPr>
    </w:p>
    <w:p w14:paraId="0DB1C674" w14:textId="6195CDFB" w:rsidR="0085747A" w:rsidRPr="00C949FE" w:rsidRDefault="00445970" w:rsidP="00C949FE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C949FE">
        <w:rPr>
          <w:rFonts w:ascii="Times New Roman" w:hAnsi="Times New Roman"/>
          <w:sz w:val="24"/>
          <w:szCs w:val="24"/>
        </w:rPr>
        <w:t xml:space="preserve">Rok akademicki   </w:t>
      </w:r>
      <w:r w:rsidR="008927D9" w:rsidRPr="00C949FE">
        <w:rPr>
          <w:rFonts w:ascii="Times New Roman" w:hAnsi="Times New Roman"/>
          <w:sz w:val="24"/>
          <w:szCs w:val="24"/>
        </w:rPr>
        <w:t>20</w:t>
      </w:r>
      <w:r w:rsidR="007849AE" w:rsidRPr="00C949FE">
        <w:rPr>
          <w:rFonts w:ascii="Times New Roman" w:hAnsi="Times New Roman"/>
          <w:sz w:val="24"/>
          <w:szCs w:val="24"/>
        </w:rPr>
        <w:t>2</w:t>
      </w:r>
      <w:r w:rsidR="00F631FC" w:rsidRPr="00C949FE">
        <w:rPr>
          <w:rFonts w:ascii="Times New Roman" w:hAnsi="Times New Roman"/>
          <w:sz w:val="24"/>
          <w:szCs w:val="24"/>
        </w:rPr>
        <w:t>6</w:t>
      </w:r>
      <w:r w:rsidR="008927D9" w:rsidRPr="00C949FE">
        <w:rPr>
          <w:rFonts w:ascii="Times New Roman" w:hAnsi="Times New Roman"/>
          <w:sz w:val="24"/>
          <w:szCs w:val="24"/>
        </w:rPr>
        <w:t>/202</w:t>
      </w:r>
      <w:r w:rsidR="00F631FC" w:rsidRPr="00C949FE">
        <w:rPr>
          <w:rFonts w:ascii="Times New Roman" w:hAnsi="Times New Roman"/>
          <w:sz w:val="24"/>
          <w:szCs w:val="24"/>
        </w:rPr>
        <w:t>7</w:t>
      </w:r>
    </w:p>
    <w:p w14:paraId="7817197E" w14:textId="77777777" w:rsidR="008927D9" w:rsidRPr="00C949FE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2939F04F" w14:textId="77777777" w:rsidR="0085747A" w:rsidRPr="00C949FE" w:rsidRDefault="0071620A" w:rsidP="009C54AE">
      <w:pPr>
        <w:pStyle w:val="Punktygwne"/>
        <w:spacing w:before="0" w:after="0"/>
        <w:rPr>
          <w:szCs w:val="24"/>
        </w:rPr>
      </w:pPr>
      <w:r w:rsidRPr="00C949FE">
        <w:rPr>
          <w:szCs w:val="24"/>
        </w:rPr>
        <w:t xml:space="preserve">1. </w:t>
      </w:r>
      <w:r w:rsidR="0085747A" w:rsidRPr="00C949FE">
        <w:rPr>
          <w:szCs w:val="24"/>
        </w:rPr>
        <w:t xml:space="preserve">Podstawowe </w:t>
      </w:r>
      <w:r w:rsidR="00445970" w:rsidRPr="00C949FE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1438E" w:rsidRPr="00C949FE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C949F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949FE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0FF050F8" w:rsidR="0085747A" w:rsidRPr="000C52C8" w:rsidRDefault="007A31DD" w:rsidP="009C54AE">
            <w:pPr>
              <w:pStyle w:val="Odpowiedzi"/>
              <w:spacing w:before="100" w:beforeAutospacing="1" w:after="100" w:afterAutospacing="1"/>
              <w:rPr>
                <w:bCs/>
                <w:color w:val="auto"/>
                <w:sz w:val="24"/>
                <w:szCs w:val="24"/>
              </w:rPr>
            </w:pPr>
            <w:r w:rsidRPr="000C52C8">
              <w:rPr>
                <w:bCs/>
                <w:color w:val="auto"/>
                <w:sz w:val="24"/>
                <w:szCs w:val="24"/>
              </w:rPr>
              <w:t>Trauma a funkcjonowanie w roli ucznia</w:t>
            </w:r>
          </w:p>
        </w:tc>
      </w:tr>
      <w:tr w:rsidR="00A1438E" w:rsidRPr="00C949FE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C949F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949FE">
              <w:rPr>
                <w:sz w:val="24"/>
                <w:szCs w:val="24"/>
              </w:rPr>
              <w:t>Kod przedmiotu</w:t>
            </w:r>
            <w:r w:rsidR="0085747A" w:rsidRPr="00C949FE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C949FE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A1438E" w:rsidRPr="00C949FE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C949FE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C949FE">
              <w:rPr>
                <w:sz w:val="24"/>
                <w:szCs w:val="24"/>
              </w:rPr>
              <w:t>N</w:t>
            </w:r>
            <w:r w:rsidR="0085747A" w:rsidRPr="00C949FE">
              <w:rPr>
                <w:sz w:val="24"/>
                <w:szCs w:val="24"/>
              </w:rPr>
              <w:t>azwa</w:t>
            </w:r>
            <w:r w:rsidR="00C05F44" w:rsidRPr="00C949FE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470FF71D" w:rsidR="0085747A" w:rsidRPr="00C949FE" w:rsidRDefault="003E4D52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C949FE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1438E" w:rsidRPr="00C949FE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C949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949FE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68DA1EAC" w:rsidR="0085747A" w:rsidRPr="00C949FE" w:rsidRDefault="00BD09E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A1438E" w:rsidRPr="00C949FE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C949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949FE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6C15F222" w:rsidR="0085747A" w:rsidRPr="00C949FE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C949FE">
              <w:rPr>
                <w:b w:val="0"/>
                <w:color w:val="auto"/>
                <w:sz w:val="24"/>
                <w:szCs w:val="24"/>
              </w:rPr>
              <w:t>P</w:t>
            </w:r>
            <w:r w:rsidR="007849AE" w:rsidRPr="00C949FE">
              <w:rPr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A1438E" w:rsidRPr="00C949FE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C949F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949FE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5E6545A4" w:rsidR="0085747A" w:rsidRPr="00C949FE" w:rsidRDefault="00B701F1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j</w:t>
            </w:r>
            <w:r w:rsidR="008F03B0" w:rsidRPr="00C949FE">
              <w:rPr>
                <w:b w:val="0"/>
                <w:color w:val="auto"/>
                <w:sz w:val="24"/>
                <w:szCs w:val="24"/>
              </w:rPr>
              <w:t>ednolite</w:t>
            </w:r>
            <w:r>
              <w:rPr>
                <w:b w:val="0"/>
                <w:color w:val="auto"/>
                <w:sz w:val="24"/>
                <w:szCs w:val="24"/>
              </w:rPr>
              <w:t xml:space="preserve"> studia</w:t>
            </w:r>
            <w:r w:rsidR="008F03B0" w:rsidRPr="00C949FE">
              <w:rPr>
                <w:b w:val="0"/>
                <w:color w:val="auto"/>
                <w:sz w:val="24"/>
                <w:szCs w:val="24"/>
              </w:rPr>
              <w:t xml:space="preserve"> magisterskie</w:t>
            </w:r>
            <w:r w:rsidR="007A31DD" w:rsidRPr="00C949FE"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A1438E" w:rsidRPr="00C949FE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C949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949FE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37A963D9" w:rsidR="0085747A" w:rsidRPr="00C949FE" w:rsidRDefault="00B830A3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p</w:t>
            </w:r>
            <w:r w:rsidR="008F03B0" w:rsidRPr="00C949FE">
              <w:rPr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A1438E" w:rsidRPr="00C949FE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C949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949FE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5618B43E" w:rsidR="0085747A" w:rsidRPr="00C949FE" w:rsidRDefault="00B830A3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s</w:t>
            </w:r>
            <w:r w:rsidR="008F70AB" w:rsidRPr="00C949FE">
              <w:rPr>
                <w:b w:val="0"/>
                <w:color w:val="auto"/>
                <w:sz w:val="24"/>
                <w:szCs w:val="24"/>
              </w:rPr>
              <w:t>tacjonarn</w:t>
            </w:r>
            <w:r w:rsidR="00A91194" w:rsidRPr="00C949FE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A1438E" w:rsidRPr="00C949FE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C949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949FE">
              <w:rPr>
                <w:sz w:val="24"/>
                <w:szCs w:val="24"/>
              </w:rPr>
              <w:t>Rok i semestr</w:t>
            </w:r>
            <w:r w:rsidR="0030395F" w:rsidRPr="00C949FE">
              <w:rPr>
                <w:sz w:val="24"/>
                <w:szCs w:val="24"/>
              </w:rPr>
              <w:t>/y</w:t>
            </w:r>
            <w:r w:rsidRPr="00C949FE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5D3D2FAA" w:rsidR="0085747A" w:rsidRPr="00C949FE" w:rsidRDefault="00B830A3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r</w:t>
            </w:r>
            <w:r w:rsidR="007A5260" w:rsidRPr="00C949FE">
              <w:rPr>
                <w:b w:val="0"/>
                <w:color w:val="auto"/>
                <w:sz w:val="24"/>
                <w:szCs w:val="24"/>
              </w:rPr>
              <w:t>ok</w:t>
            </w:r>
            <w:r w:rsidR="007A31DD" w:rsidRPr="00C949FE">
              <w:rPr>
                <w:b w:val="0"/>
                <w:color w:val="auto"/>
                <w:sz w:val="24"/>
                <w:szCs w:val="24"/>
              </w:rPr>
              <w:t xml:space="preserve"> IV</w:t>
            </w:r>
            <w:r w:rsidR="007A5260" w:rsidRPr="00C949FE">
              <w:rPr>
                <w:b w:val="0"/>
                <w:color w:val="auto"/>
                <w:sz w:val="24"/>
                <w:szCs w:val="24"/>
              </w:rPr>
              <w:t>, semest</w:t>
            </w:r>
            <w:r w:rsidR="007A31DD" w:rsidRPr="00C949FE">
              <w:rPr>
                <w:b w:val="0"/>
                <w:color w:val="auto"/>
                <w:sz w:val="24"/>
                <w:szCs w:val="24"/>
              </w:rPr>
              <w:t>r 8</w:t>
            </w:r>
          </w:p>
        </w:tc>
      </w:tr>
      <w:tr w:rsidR="00A1438E" w:rsidRPr="00C949FE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C949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949FE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615A64ED" w:rsidR="0085747A" w:rsidRPr="00C949FE" w:rsidRDefault="0095624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specjalnościowy</w:t>
            </w:r>
            <w:r w:rsidR="00E30332">
              <w:rPr>
                <w:b w:val="0"/>
                <w:color w:val="auto"/>
                <w:sz w:val="24"/>
                <w:szCs w:val="24"/>
              </w:rPr>
              <w:t xml:space="preserve"> d</w:t>
            </w:r>
            <w:r w:rsidR="00023E5A">
              <w:rPr>
                <w:b w:val="0"/>
                <w:color w:val="auto"/>
                <w:sz w:val="24"/>
                <w:szCs w:val="24"/>
              </w:rPr>
              <w:t>o wyboru</w:t>
            </w:r>
          </w:p>
        </w:tc>
      </w:tr>
      <w:tr w:rsidR="00A1438E" w:rsidRPr="00C949FE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C949F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949FE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7342F397" w:rsidR="00923D7D" w:rsidRPr="00C949FE" w:rsidRDefault="00B830A3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p</w:t>
            </w:r>
            <w:r w:rsidR="008F70AB" w:rsidRPr="00C949FE">
              <w:rPr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A1438E" w:rsidRPr="00C949FE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C949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949FE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4C5D0423" w:rsidR="0085747A" w:rsidRPr="00C949FE" w:rsidRDefault="00B830A3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="00664DF4" w:rsidRPr="00C949FE">
              <w:rPr>
                <w:b w:val="0"/>
                <w:color w:val="auto"/>
                <w:sz w:val="24"/>
                <w:szCs w:val="24"/>
              </w:rPr>
              <w:t>r Małgorzata Marmola</w:t>
            </w:r>
          </w:p>
        </w:tc>
      </w:tr>
      <w:tr w:rsidR="00A1438E" w:rsidRPr="00C949FE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C949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949FE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3B1ECDD5" w:rsidR="0085747A" w:rsidRPr="00C949FE" w:rsidRDefault="00B830A3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m</w:t>
            </w:r>
            <w:r w:rsidR="00664DF4" w:rsidRPr="00C949FE">
              <w:rPr>
                <w:b w:val="0"/>
                <w:color w:val="auto"/>
                <w:sz w:val="24"/>
                <w:szCs w:val="24"/>
              </w:rPr>
              <w:t xml:space="preserve">gr Barbara </w:t>
            </w:r>
            <w:proofErr w:type="spellStart"/>
            <w:r w:rsidR="00664DF4" w:rsidRPr="00C949FE">
              <w:rPr>
                <w:b w:val="0"/>
                <w:color w:val="auto"/>
                <w:sz w:val="24"/>
                <w:szCs w:val="24"/>
              </w:rPr>
              <w:t>Błaż</w:t>
            </w:r>
            <w:proofErr w:type="spellEnd"/>
            <w:r w:rsidR="00664DF4" w:rsidRPr="00C949FE">
              <w:rPr>
                <w:b w:val="0"/>
                <w:color w:val="auto"/>
                <w:sz w:val="24"/>
                <w:szCs w:val="24"/>
              </w:rPr>
              <w:t>-Kapusta</w:t>
            </w:r>
          </w:p>
        </w:tc>
      </w:tr>
    </w:tbl>
    <w:p w14:paraId="4FCBBCFB" w14:textId="77777777" w:rsidR="0085747A" w:rsidRPr="00C949FE" w:rsidRDefault="0085747A" w:rsidP="009C54AE">
      <w:pPr>
        <w:pStyle w:val="Podpunkty"/>
        <w:ind w:left="284"/>
        <w:rPr>
          <w:sz w:val="24"/>
          <w:szCs w:val="24"/>
        </w:rPr>
      </w:pPr>
      <w:r w:rsidRPr="00C949FE">
        <w:rPr>
          <w:sz w:val="24"/>
          <w:szCs w:val="24"/>
        </w:rPr>
        <w:t>1.</w:t>
      </w:r>
      <w:r w:rsidR="00E22FBC" w:rsidRPr="00C949FE">
        <w:rPr>
          <w:sz w:val="24"/>
          <w:szCs w:val="24"/>
        </w:rPr>
        <w:t>1</w:t>
      </w:r>
      <w:r w:rsidRPr="00C949FE">
        <w:rPr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C949FE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"/>
        <w:gridCol w:w="890"/>
        <w:gridCol w:w="748"/>
        <w:gridCol w:w="863"/>
        <w:gridCol w:w="1189"/>
        <w:gridCol w:w="793"/>
        <w:gridCol w:w="701"/>
        <w:gridCol w:w="909"/>
        <w:gridCol w:w="1135"/>
        <w:gridCol w:w="1369"/>
      </w:tblGrid>
      <w:tr w:rsidR="00A1438E" w:rsidRPr="00C949FE" w14:paraId="1CDF9921" w14:textId="77777777" w:rsidTr="00C949FE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C949F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949FE">
              <w:rPr>
                <w:szCs w:val="24"/>
              </w:rPr>
              <w:t>Semestr</w:t>
            </w:r>
          </w:p>
          <w:p w14:paraId="69DD9837" w14:textId="77777777" w:rsidR="00015B8F" w:rsidRPr="00C949FE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949FE">
              <w:rPr>
                <w:szCs w:val="24"/>
              </w:rPr>
              <w:t>(</w:t>
            </w:r>
            <w:r w:rsidR="00363F78" w:rsidRPr="00C949FE">
              <w:rPr>
                <w:szCs w:val="24"/>
              </w:rPr>
              <w:t>nr)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C949F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949FE">
              <w:rPr>
                <w:szCs w:val="24"/>
              </w:rPr>
              <w:t>Wykł</w:t>
            </w:r>
            <w:proofErr w:type="spellEnd"/>
            <w:r w:rsidRPr="00C949FE">
              <w:rPr>
                <w:szCs w:val="24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C949F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949FE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C949F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949FE">
              <w:rPr>
                <w:szCs w:val="24"/>
              </w:rPr>
              <w:t>Konw</w:t>
            </w:r>
            <w:proofErr w:type="spellEnd"/>
            <w:r w:rsidRPr="00C949FE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199637EA" w:rsidR="00015B8F" w:rsidRPr="00C949FE" w:rsidRDefault="007A31DD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949FE">
              <w:rPr>
                <w:szCs w:val="24"/>
              </w:rPr>
              <w:t>Warsztaty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C949F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949FE">
              <w:rPr>
                <w:szCs w:val="24"/>
              </w:rPr>
              <w:t>Sem</w:t>
            </w:r>
            <w:proofErr w:type="spellEnd"/>
            <w:r w:rsidRPr="00C949FE">
              <w:rPr>
                <w:szCs w:val="24"/>
              </w:rPr>
              <w:t>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C949F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949FE">
              <w:rPr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C949F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949FE">
              <w:rPr>
                <w:szCs w:val="24"/>
              </w:rPr>
              <w:t>Prakt</w:t>
            </w:r>
            <w:proofErr w:type="spellEnd"/>
            <w:r w:rsidRPr="00C949FE">
              <w:rPr>
                <w:szCs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C949F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949FE">
              <w:rPr>
                <w:szCs w:val="24"/>
              </w:rPr>
              <w:t>Inne (jakie?)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C949FE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C949FE">
              <w:rPr>
                <w:b/>
                <w:szCs w:val="24"/>
              </w:rPr>
              <w:t>Liczba pkt</w:t>
            </w:r>
            <w:r w:rsidR="00B90885" w:rsidRPr="00C949FE">
              <w:rPr>
                <w:b/>
                <w:szCs w:val="24"/>
              </w:rPr>
              <w:t>.</w:t>
            </w:r>
            <w:r w:rsidRPr="00C949FE">
              <w:rPr>
                <w:b/>
                <w:szCs w:val="24"/>
              </w:rPr>
              <w:t xml:space="preserve"> ECTS</w:t>
            </w:r>
          </w:p>
        </w:tc>
      </w:tr>
      <w:tr w:rsidR="00A1438E" w:rsidRPr="00C949FE" w14:paraId="6D3081D3" w14:textId="77777777" w:rsidTr="00C949FE">
        <w:trPr>
          <w:trHeight w:val="453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2FBB08FB" w:rsidR="00015B8F" w:rsidRPr="00C949FE" w:rsidRDefault="007A31DD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949FE">
              <w:rPr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060E7C2C" w:rsidR="00015B8F" w:rsidRPr="00C949FE" w:rsidRDefault="0034219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5DDD9CF2" w:rsidR="00015B8F" w:rsidRPr="00C949FE" w:rsidRDefault="0074303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44706413" w:rsidR="00015B8F" w:rsidRPr="00C949FE" w:rsidRDefault="0034219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6EE1DD5C" w:rsidR="00015B8F" w:rsidRPr="00C949FE" w:rsidRDefault="0074303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26BC09BE" w:rsidR="00015B8F" w:rsidRPr="00C949FE" w:rsidRDefault="0034219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16CE7386" w:rsidR="00015B8F" w:rsidRPr="00C949FE" w:rsidRDefault="0034219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0932A9AF" w:rsidR="00015B8F" w:rsidRPr="00C949FE" w:rsidRDefault="0034219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A4556B" w:rsidR="00015B8F" w:rsidRPr="00C949FE" w:rsidRDefault="0034219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10B703BB" w:rsidR="00015B8F" w:rsidRPr="00C949FE" w:rsidRDefault="003D077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32B8791C" w14:textId="77777777" w:rsidR="00923D7D" w:rsidRPr="00C949FE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A0B07E7" w14:textId="77777777" w:rsidR="00923D7D" w:rsidRPr="00C949FE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443B15DD" w14:textId="77777777" w:rsidR="0085747A" w:rsidRPr="00C949F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C949FE">
        <w:rPr>
          <w:smallCaps w:val="0"/>
          <w:szCs w:val="24"/>
        </w:rPr>
        <w:t>1.</w:t>
      </w:r>
      <w:r w:rsidR="00E22FBC" w:rsidRPr="00C949FE">
        <w:rPr>
          <w:smallCaps w:val="0"/>
          <w:szCs w:val="24"/>
        </w:rPr>
        <w:t>2</w:t>
      </w:r>
      <w:r w:rsidR="00F83B28" w:rsidRPr="00C949FE">
        <w:rPr>
          <w:smallCaps w:val="0"/>
          <w:szCs w:val="24"/>
        </w:rPr>
        <w:t>.</w:t>
      </w:r>
      <w:r w:rsidR="00F83B28" w:rsidRPr="00C949FE">
        <w:rPr>
          <w:smallCaps w:val="0"/>
          <w:szCs w:val="24"/>
        </w:rPr>
        <w:tab/>
      </w:r>
      <w:r w:rsidRPr="00C949FE">
        <w:rPr>
          <w:smallCaps w:val="0"/>
          <w:szCs w:val="24"/>
        </w:rPr>
        <w:t xml:space="preserve">Sposób realizacji zajęć  </w:t>
      </w:r>
    </w:p>
    <w:p w14:paraId="29C29D2C" w14:textId="77777777" w:rsidR="0085747A" w:rsidRPr="00C949FE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C949FE">
        <w:rPr>
          <w:rFonts w:eastAsia="MS Gothic"/>
          <w:b w:val="0"/>
          <w:szCs w:val="24"/>
          <w:u w:val="single"/>
        </w:rPr>
        <w:t>X</w:t>
      </w:r>
      <w:r w:rsidR="0085747A" w:rsidRPr="00C949FE">
        <w:rPr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C949FE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C949FE">
        <w:rPr>
          <w:rFonts w:ascii="Segoe UI Symbol" w:eastAsia="MS Gothic" w:hAnsi="Segoe UI Symbol" w:cs="Segoe UI Symbol"/>
          <w:b w:val="0"/>
          <w:szCs w:val="24"/>
        </w:rPr>
        <w:t>☐</w:t>
      </w:r>
      <w:r w:rsidRPr="00C949FE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C949FE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614242D" w14:textId="76BE961A" w:rsidR="00E22FBC" w:rsidRPr="00C949F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C949FE">
        <w:rPr>
          <w:smallCaps w:val="0"/>
          <w:szCs w:val="24"/>
        </w:rPr>
        <w:t xml:space="preserve">1.3 </w:t>
      </w:r>
      <w:r w:rsidR="00F83B28" w:rsidRPr="00C949FE">
        <w:rPr>
          <w:smallCaps w:val="0"/>
          <w:szCs w:val="24"/>
        </w:rPr>
        <w:tab/>
      </w:r>
      <w:r w:rsidRPr="00C949FE">
        <w:rPr>
          <w:smallCaps w:val="0"/>
          <w:szCs w:val="24"/>
        </w:rPr>
        <w:t>For</w:t>
      </w:r>
      <w:r w:rsidR="00445970" w:rsidRPr="00C949FE">
        <w:rPr>
          <w:smallCaps w:val="0"/>
          <w:szCs w:val="24"/>
        </w:rPr>
        <w:t xml:space="preserve">ma zaliczenia przedmiotu </w:t>
      </w:r>
      <w:r w:rsidRPr="00C949FE">
        <w:rPr>
          <w:smallCaps w:val="0"/>
          <w:szCs w:val="24"/>
        </w:rPr>
        <w:t xml:space="preserve"> (z toku) </w:t>
      </w:r>
    </w:p>
    <w:p w14:paraId="1DBC9FE7" w14:textId="49D64D64" w:rsidR="007916D1" w:rsidRPr="00072A40" w:rsidRDefault="007A31DD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bCs/>
          <w:smallCaps w:val="0"/>
          <w:szCs w:val="24"/>
        </w:rPr>
      </w:pPr>
      <w:r w:rsidRPr="00072A40">
        <w:rPr>
          <w:b w:val="0"/>
          <w:bCs/>
          <w:smallCaps w:val="0"/>
          <w:szCs w:val="24"/>
        </w:rPr>
        <w:t>Zaliczenie z oceną</w:t>
      </w:r>
    </w:p>
    <w:p w14:paraId="684F1451" w14:textId="77777777" w:rsidR="009C54AE" w:rsidRPr="00C949FE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600EB748" w14:textId="77777777" w:rsidR="00E960BB" w:rsidRPr="00C949FE" w:rsidRDefault="0085747A" w:rsidP="009C54AE">
      <w:pPr>
        <w:pStyle w:val="Punktygwne"/>
        <w:spacing w:before="0" w:after="0"/>
        <w:rPr>
          <w:szCs w:val="24"/>
        </w:rPr>
      </w:pPr>
      <w:r w:rsidRPr="00C949FE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FE" w14:paraId="3ACBBF9A" w14:textId="77777777" w:rsidTr="00745302">
        <w:tc>
          <w:tcPr>
            <w:tcW w:w="9670" w:type="dxa"/>
          </w:tcPr>
          <w:p w14:paraId="2F9A395F" w14:textId="1BD18833" w:rsidR="0085747A" w:rsidRPr="00C949FE" w:rsidRDefault="00766216" w:rsidP="009C54AE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Wiedza teoretyczna psychologii rozwojowej</w:t>
            </w:r>
          </w:p>
          <w:p w14:paraId="5062C7DF" w14:textId="19A1F77A" w:rsidR="00CD2718" w:rsidRPr="00C949FE" w:rsidRDefault="00CD2718" w:rsidP="009C54AE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Wiedza teoretyczna dotycząca procesów emocjonalnych i poznawczych</w:t>
            </w:r>
          </w:p>
          <w:p w14:paraId="4A97C0C9" w14:textId="59022732" w:rsidR="0085747A" w:rsidRPr="00C949FE" w:rsidRDefault="00664DF4" w:rsidP="00C949FE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W</w:t>
            </w:r>
            <w:r w:rsidR="00766216" w:rsidRPr="00C949FE">
              <w:rPr>
                <w:b w:val="0"/>
                <w:smallCaps w:val="0"/>
                <w:szCs w:val="24"/>
              </w:rPr>
              <w:t xml:space="preserve">iedza teoretyczna </w:t>
            </w:r>
            <w:r w:rsidRPr="00C949FE">
              <w:rPr>
                <w:b w:val="0"/>
                <w:smallCaps w:val="0"/>
                <w:szCs w:val="24"/>
              </w:rPr>
              <w:t>z psychologii klinicznej dzieci i młodzieży</w:t>
            </w:r>
          </w:p>
        </w:tc>
      </w:tr>
    </w:tbl>
    <w:p w14:paraId="358255F5" w14:textId="77777777" w:rsidR="00153C41" w:rsidRPr="00C949FE" w:rsidRDefault="00153C41" w:rsidP="009C54AE">
      <w:pPr>
        <w:pStyle w:val="Punktygwne"/>
        <w:spacing w:before="0" w:after="0"/>
        <w:rPr>
          <w:szCs w:val="24"/>
        </w:rPr>
      </w:pPr>
    </w:p>
    <w:p w14:paraId="642857C4" w14:textId="77777777" w:rsidR="0085747A" w:rsidRPr="00C949FE" w:rsidRDefault="0071620A" w:rsidP="009C54AE">
      <w:pPr>
        <w:pStyle w:val="Punktygwne"/>
        <w:spacing w:before="0" w:after="0"/>
        <w:rPr>
          <w:szCs w:val="24"/>
        </w:rPr>
      </w:pPr>
      <w:r w:rsidRPr="00C949FE">
        <w:rPr>
          <w:szCs w:val="24"/>
        </w:rPr>
        <w:t>3.</w:t>
      </w:r>
      <w:r w:rsidR="0085747A" w:rsidRPr="00C949FE">
        <w:rPr>
          <w:szCs w:val="24"/>
        </w:rPr>
        <w:t xml:space="preserve"> </w:t>
      </w:r>
      <w:r w:rsidR="00A84C85" w:rsidRPr="00C949FE">
        <w:rPr>
          <w:szCs w:val="24"/>
        </w:rPr>
        <w:t>cele, efekty uczenia się</w:t>
      </w:r>
      <w:r w:rsidR="0085747A" w:rsidRPr="00C949FE">
        <w:rPr>
          <w:szCs w:val="24"/>
        </w:rPr>
        <w:t xml:space="preserve"> , treści Programowe i stosowane metody Dydaktyczne</w:t>
      </w:r>
    </w:p>
    <w:p w14:paraId="7ABBEA25" w14:textId="77777777" w:rsidR="0085747A" w:rsidRPr="00C949FE" w:rsidRDefault="0085747A" w:rsidP="009C54AE">
      <w:pPr>
        <w:pStyle w:val="Punktygwne"/>
        <w:spacing w:before="0" w:after="0"/>
        <w:rPr>
          <w:szCs w:val="24"/>
        </w:rPr>
      </w:pPr>
    </w:p>
    <w:p w14:paraId="16127585" w14:textId="77777777" w:rsidR="0085747A" w:rsidRPr="00C949FE" w:rsidRDefault="0071620A" w:rsidP="009C54AE">
      <w:pPr>
        <w:pStyle w:val="Podpunkty"/>
        <w:rPr>
          <w:sz w:val="24"/>
          <w:szCs w:val="24"/>
        </w:rPr>
      </w:pPr>
      <w:r w:rsidRPr="00C949FE">
        <w:rPr>
          <w:sz w:val="24"/>
          <w:szCs w:val="24"/>
        </w:rPr>
        <w:t xml:space="preserve">3.1 </w:t>
      </w:r>
      <w:r w:rsidR="00C05F44" w:rsidRPr="00C949FE">
        <w:rPr>
          <w:sz w:val="24"/>
          <w:szCs w:val="24"/>
        </w:rPr>
        <w:t>Cele przedmiotu</w:t>
      </w:r>
    </w:p>
    <w:p w14:paraId="5D332E54" w14:textId="77777777" w:rsidR="00D35B76" w:rsidRPr="00C949FE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A1438E" w:rsidRPr="00C949FE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C949FE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949FE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336CC81F" w:rsidR="00D35B76" w:rsidRPr="00C949FE" w:rsidRDefault="00766216" w:rsidP="00A23EE5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 xml:space="preserve">Dostarczenie wiedzy </w:t>
            </w:r>
            <w:r w:rsidR="00C70F03" w:rsidRPr="00C949FE">
              <w:rPr>
                <w:b w:val="0"/>
                <w:smallCaps w:val="0"/>
                <w:szCs w:val="24"/>
              </w:rPr>
              <w:t>praktycznej</w:t>
            </w:r>
            <w:r w:rsidRPr="00C949FE">
              <w:rPr>
                <w:b w:val="0"/>
                <w:smallCaps w:val="0"/>
                <w:szCs w:val="24"/>
              </w:rPr>
              <w:t xml:space="preserve"> służącej </w:t>
            </w:r>
            <w:r w:rsidR="00C70F03" w:rsidRPr="00C949FE">
              <w:rPr>
                <w:b w:val="0"/>
                <w:smallCaps w:val="0"/>
                <w:szCs w:val="24"/>
              </w:rPr>
              <w:t xml:space="preserve">rozpoznawaniu </w:t>
            </w:r>
            <w:r w:rsidRPr="00C949FE">
              <w:rPr>
                <w:b w:val="0"/>
                <w:smallCaps w:val="0"/>
                <w:szCs w:val="24"/>
              </w:rPr>
              <w:t xml:space="preserve">traumy </w:t>
            </w:r>
            <w:r w:rsidR="00C70F03" w:rsidRPr="00C949FE">
              <w:rPr>
                <w:b w:val="0"/>
                <w:smallCaps w:val="0"/>
                <w:szCs w:val="24"/>
              </w:rPr>
              <w:t>w życiu ucznia</w:t>
            </w:r>
          </w:p>
        </w:tc>
      </w:tr>
      <w:tr w:rsidR="00A1438E" w:rsidRPr="00C949FE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C949FE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C949FE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510EBECC" w:rsidR="00D35B76" w:rsidRPr="00C949FE" w:rsidRDefault="00C70F03" w:rsidP="00A23EE5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 xml:space="preserve">Uświadomienie możliwych reakcji </w:t>
            </w:r>
            <w:r w:rsidR="00AA25F9" w:rsidRPr="00C949FE">
              <w:rPr>
                <w:b w:val="0"/>
                <w:smallCaps w:val="0"/>
                <w:szCs w:val="24"/>
              </w:rPr>
              <w:t xml:space="preserve">i objawów </w:t>
            </w:r>
            <w:r w:rsidRPr="00C949FE">
              <w:rPr>
                <w:b w:val="0"/>
                <w:smallCaps w:val="0"/>
                <w:szCs w:val="24"/>
              </w:rPr>
              <w:t xml:space="preserve">uczniów na traumatyczne doświadczenia </w:t>
            </w:r>
          </w:p>
        </w:tc>
      </w:tr>
      <w:tr w:rsidR="00A1438E" w:rsidRPr="00C949FE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C949FE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949FE">
              <w:rPr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956" w:type="dxa"/>
            <w:vAlign w:val="center"/>
          </w:tcPr>
          <w:p w14:paraId="7E5B1C3E" w14:textId="33CE10A1" w:rsidR="00D35B76" w:rsidRPr="00C949FE" w:rsidRDefault="00C70F03" w:rsidP="00A23EE5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Zapoznanie się z wybranymi interwencjami w sytuacjach uczniów po doświadczeniach traumy</w:t>
            </w:r>
          </w:p>
        </w:tc>
      </w:tr>
      <w:tr w:rsidR="00D35B76" w:rsidRPr="00C949FE" w14:paraId="12D65A98" w14:textId="77777777" w:rsidTr="00D3212A">
        <w:tc>
          <w:tcPr>
            <w:tcW w:w="672" w:type="dxa"/>
            <w:vAlign w:val="center"/>
          </w:tcPr>
          <w:p w14:paraId="1F8682E7" w14:textId="77777777" w:rsidR="00D35B76" w:rsidRPr="00C949FE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949FE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0658AC4B" w14:textId="43517F17" w:rsidR="00D35B76" w:rsidRPr="00C949FE" w:rsidRDefault="00D35B76" w:rsidP="00A23EE5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 xml:space="preserve"> </w:t>
            </w:r>
            <w:r w:rsidR="00AA25F9" w:rsidRPr="00C949FE">
              <w:rPr>
                <w:b w:val="0"/>
                <w:smallCaps w:val="0"/>
                <w:szCs w:val="24"/>
              </w:rPr>
              <w:t>Trening umiejętności interwencji w kontakcie z uczniem po traumie</w:t>
            </w:r>
          </w:p>
        </w:tc>
      </w:tr>
    </w:tbl>
    <w:p w14:paraId="33CEF8A8" w14:textId="77777777" w:rsidR="00D35B76" w:rsidRPr="00C949FE" w:rsidRDefault="00D35B76" w:rsidP="009C54AE">
      <w:pPr>
        <w:pStyle w:val="Podpunkty"/>
        <w:rPr>
          <w:sz w:val="24"/>
          <w:szCs w:val="24"/>
        </w:rPr>
      </w:pPr>
    </w:p>
    <w:p w14:paraId="262624B7" w14:textId="77777777" w:rsidR="001132F3" w:rsidRPr="00C949FE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C949FE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C949FE">
        <w:rPr>
          <w:rFonts w:ascii="Times New Roman" w:hAnsi="Times New Roman"/>
          <w:sz w:val="24"/>
          <w:szCs w:val="24"/>
        </w:rPr>
        <w:t xml:space="preserve"> </w:t>
      </w:r>
    </w:p>
    <w:p w14:paraId="205B5899" w14:textId="77777777" w:rsidR="00F83B28" w:rsidRPr="00C949FE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7"/>
        <w:gridCol w:w="1863"/>
      </w:tblGrid>
      <w:tr w:rsidR="00A1438E" w:rsidRPr="00C949FE" w14:paraId="4A76D71B" w14:textId="77777777" w:rsidTr="00AA7BCB">
        <w:tc>
          <w:tcPr>
            <w:tcW w:w="1690" w:type="dxa"/>
          </w:tcPr>
          <w:p w14:paraId="6B62B06F" w14:textId="4A47E7B2" w:rsidR="00D35B76" w:rsidRPr="004456C4" w:rsidRDefault="00D35B76" w:rsidP="00F55436">
            <w:pPr>
              <w:pStyle w:val="Punktygwne"/>
              <w:spacing w:before="0" w:after="0"/>
              <w:jc w:val="center"/>
              <w:rPr>
                <w:b w:val="0"/>
                <w:bCs/>
                <w:smallCaps w:val="0"/>
                <w:szCs w:val="24"/>
              </w:rPr>
            </w:pPr>
            <w:r w:rsidRPr="004456C4">
              <w:rPr>
                <w:b w:val="0"/>
                <w:bCs/>
                <w:smallCaps w:val="0"/>
                <w:szCs w:val="24"/>
              </w:rPr>
              <w:t xml:space="preserve">EK (efekt </w:t>
            </w:r>
            <w:r w:rsidR="00AB487C" w:rsidRPr="004456C4">
              <w:rPr>
                <w:b w:val="0"/>
                <w:bCs/>
                <w:smallCaps w:val="0"/>
                <w:szCs w:val="24"/>
              </w:rPr>
              <w:t>uczenia się</w:t>
            </w:r>
            <w:r w:rsidRPr="004456C4">
              <w:rPr>
                <w:b w:val="0"/>
                <w:bCs/>
                <w:smallCaps w:val="0"/>
                <w:szCs w:val="24"/>
              </w:rPr>
              <w:t>)</w:t>
            </w:r>
          </w:p>
          <w:p w14:paraId="44177DC5" w14:textId="77777777" w:rsidR="00D35B76" w:rsidRPr="00C949FE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5440DAB0" w14:textId="743FCC1B" w:rsidR="00D35B76" w:rsidRPr="00C949FE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 xml:space="preserve">Treść efektu </w:t>
            </w:r>
            <w:r w:rsidR="00AB487C">
              <w:rPr>
                <w:b w:val="0"/>
                <w:smallCaps w:val="0"/>
                <w:szCs w:val="24"/>
              </w:rPr>
              <w:t>uczenia się</w:t>
            </w:r>
            <w:r w:rsidRPr="00C949FE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C949FE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14:paraId="57126FE6" w14:textId="77777777" w:rsidR="00960011" w:rsidRPr="00C949FE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3" w:type="dxa"/>
          </w:tcPr>
          <w:p w14:paraId="795B9BD9" w14:textId="1C075367" w:rsidR="00D35B76" w:rsidRPr="00C949FE" w:rsidRDefault="00B25CEF" w:rsidP="00F5543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1438E" w:rsidRPr="00C949FE" w14:paraId="3AAF83CC" w14:textId="77777777" w:rsidTr="00B701F1">
        <w:trPr>
          <w:trHeight w:val="848"/>
        </w:trPr>
        <w:tc>
          <w:tcPr>
            <w:tcW w:w="1690" w:type="dxa"/>
          </w:tcPr>
          <w:p w14:paraId="4C2709A3" w14:textId="77777777" w:rsidR="00D35B76" w:rsidRPr="00C949FE" w:rsidRDefault="00712EAE" w:rsidP="00AB48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C949FE" w:rsidRDefault="00D35B76" w:rsidP="00AB48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2809872D" w14:textId="77777777" w:rsidR="00D35B76" w:rsidRPr="00C949FE" w:rsidRDefault="00D35B76" w:rsidP="00B701F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10939481" w14:textId="5697CF26" w:rsidR="00D35B76" w:rsidRPr="00C949FE" w:rsidRDefault="00B701F1" w:rsidP="00E712C0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ma rozszerzoną wiedzę na temat</w:t>
            </w:r>
            <w:r w:rsidRPr="00C949FE">
              <w:rPr>
                <w:b w:val="0"/>
                <w:smallCaps w:val="0"/>
                <w:szCs w:val="24"/>
              </w:rPr>
              <w:t xml:space="preserve"> sposob</w:t>
            </w:r>
            <w:r>
              <w:rPr>
                <w:b w:val="0"/>
                <w:smallCaps w:val="0"/>
                <w:szCs w:val="24"/>
              </w:rPr>
              <w:t>ów</w:t>
            </w:r>
            <w:r w:rsidRPr="00C949FE">
              <w:rPr>
                <w:b w:val="0"/>
                <w:smallCaps w:val="0"/>
                <w:szCs w:val="24"/>
              </w:rPr>
              <w:t xml:space="preserve"> zapobiegania zaburzeniom rozwoju w sytuacji doświadczenia traumy u uczniów</w:t>
            </w:r>
            <w:r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14:paraId="2BAE5999" w14:textId="77777777" w:rsidR="0044317C" w:rsidRDefault="00E712C0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K_W10</w:t>
            </w:r>
          </w:p>
          <w:p w14:paraId="1C210AFE" w14:textId="2E9BD0B5" w:rsidR="00D35B76" w:rsidRPr="00C949FE" w:rsidRDefault="00D35B76" w:rsidP="00B701F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A1438E" w:rsidRPr="00C949FE" w14:paraId="2DB1C905" w14:textId="77777777" w:rsidTr="00AA7BCB">
        <w:tc>
          <w:tcPr>
            <w:tcW w:w="1690" w:type="dxa"/>
          </w:tcPr>
          <w:p w14:paraId="7A5FF48F" w14:textId="77777777" w:rsidR="00712EAE" w:rsidRPr="00C949FE" w:rsidRDefault="00712EAE" w:rsidP="00AB48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C949FE" w:rsidRDefault="00D35B76" w:rsidP="00AB48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0AE1D9D0" w14:textId="21E6CEE4" w:rsidR="00D35B76" w:rsidRPr="00C949FE" w:rsidRDefault="00B701F1" w:rsidP="00E712C0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szczegółowo </w:t>
            </w:r>
            <w:r w:rsidRPr="00C949FE">
              <w:rPr>
                <w:b w:val="0"/>
                <w:smallCaps w:val="0"/>
                <w:szCs w:val="24"/>
              </w:rPr>
              <w:t xml:space="preserve">charakteryzuje </w:t>
            </w:r>
            <w:r>
              <w:rPr>
                <w:b w:val="0"/>
                <w:smallCaps w:val="0"/>
                <w:szCs w:val="24"/>
              </w:rPr>
              <w:t>i interpretuje czynniki ryzyka rozwoju</w:t>
            </w:r>
            <w:r w:rsidRPr="00C949FE">
              <w:rPr>
                <w:b w:val="0"/>
                <w:smallCaps w:val="0"/>
                <w:szCs w:val="24"/>
              </w:rPr>
              <w:t xml:space="preserve"> doświadczeń traumatycznych ucznia, odwołuje się przy tym do wiedzy z zakresu psychologii emocji i poznawczej</w:t>
            </w:r>
          </w:p>
        </w:tc>
        <w:tc>
          <w:tcPr>
            <w:tcW w:w="1863" w:type="dxa"/>
          </w:tcPr>
          <w:p w14:paraId="156DBB29" w14:textId="3415F0FA" w:rsidR="00D35B76" w:rsidRPr="00C949FE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C949FE">
              <w:rPr>
                <w:rFonts w:ascii="Times New Roman" w:hAnsi="Times New Roman" w:cs="Times New Roman"/>
                <w:color w:val="auto"/>
              </w:rPr>
              <w:t>K_W</w:t>
            </w:r>
            <w:r w:rsidR="00F71ABE" w:rsidRPr="00C949FE">
              <w:rPr>
                <w:rFonts w:ascii="Times New Roman" w:hAnsi="Times New Roman" w:cs="Times New Roman"/>
                <w:color w:val="auto"/>
              </w:rPr>
              <w:t>1</w:t>
            </w:r>
            <w:r w:rsidR="00B701F1"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A1438E" w:rsidRPr="00C949FE" w14:paraId="0F133B7D" w14:textId="77777777" w:rsidTr="00AA7BCB">
        <w:tc>
          <w:tcPr>
            <w:tcW w:w="1690" w:type="dxa"/>
          </w:tcPr>
          <w:p w14:paraId="7C94E398" w14:textId="77777777" w:rsidR="00343BFF" w:rsidRPr="00C949FE" w:rsidRDefault="00343BFF" w:rsidP="00AB48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EK_03</w:t>
            </w:r>
          </w:p>
          <w:p w14:paraId="79B669F5" w14:textId="77777777" w:rsidR="00F71ABE" w:rsidRPr="00C949FE" w:rsidRDefault="00F71ABE" w:rsidP="00AB48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660BE199" w14:textId="1BBA991A" w:rsidR="00F71ABE" w:rsidRPr="00C949FE" w:rsidRDefault="00B701F1" w:rsidP="00E712C0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na rozszerzoną wiedzę na temat</w:t>
            </w:r>
            <w:r w:rsidR="00E712C0" w:rsidRPr="00C949FE">
              <w:rPr>
                <w:b w:val="0"/>
                <w:smallCaps w:val="0"/>
                <w:szCs w:val="24"/>
              </w:rPr>
              <w:t xml:space="preserve"> specyfik</w:t>
            </w:r>
            <w:r>
              <w:rPr>
                <w:b w:val="0"/>
                <w:smallCaps w:val="0"/>
                <w:szCs w:val="24"/>
              </w:rPr>
              <w:t>i</w:t>
            </w:r>
            <w:r w:rsidR="00E712C0" w:rsidRPr="00C949FE">
              <w:rPr>
                <w:b w:val="0"/>
                <w:smallCaps w:val="0"/>
                <w:szCs w:val="24"/>
              </w:rPr>
              <w:t xml:space="preserve"> reakcji na traumę </w:t>
            </w:r>
            <w:r>
              <w:rPr>
                <w:b w:val="0"/>
                <w:smallCaps w:val="0"/>
                <w:szCs w:val="24"/>
              </w:rPr>
              <w:t>i form wsparcia</w:t>
            </w:r>
            <w:r w:rsidRPr="00C949FE">
              <w:rPr>
                <w:b w:val="0"/>
                <w:smallCaps w:val="0"/>
                <w:szCs w:val="24"/>
              </w:rPr>
              <w:t xml:space="preserve"> </w:t>
            </w:r>
            <w:r w:rsidR="00E712C0" w:rsidRPr="00C949FE">
              <w:rPr>
                <w:b w:val="0"/>
                <w:smallCaps w:val="0"/>
                <w:szCs w:val="24"/>
              </w:rPr>
              <w:t xml:space="preserve">w kontekście roli ucznia </w:t>
            </w:r>
          </w:p>
        </w:tc>
        <w:tc>
          <w:tcPr>
            <w:tcW w:w="1863" w:type="dxa"/>
          </w:tcPr>
          <w:p w14:paraId="70DAA5B0" w14:textId="52989770" w:rsidR="00F71ABE" w:rsidRPr="00C949FE" w:rsidRDefault="00343BFF" w:rsidP="00B701F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49FE">
              <w:rPr>
                <w:rFonts w:ascii="Times New Roman" w:hAnsi="Times New Roman" w:cs="Times New Roman"/>
                <w:color w:val="auto"/>
              </w:rPr>
              <w:t>K_W1</w:t>
            </w:r>
            <w:r w:rsidR="00C71BA7" w:rsidRPr="00C949FE">
              <w:rPr>
                <w:rFonts w:ascii="Times New Roman" w:hAnsi="Times New Roman" w:cs="Times New Roman"/>
                <w:color w:val="auto"/>
              </w:rPr>
              <w:t>9</w:t>
            </w:r>
          </w:p>
        </w:tc>
      </w:tr>
      <w:tr w:rsidR="00A1438E" w:rsidRPr="00C949FE" w14:paraId="5F2BB7B7" w14:textId="77777777" w:rsidTr="00AA7BCB">
        <w:tc>
          <w:tcPr>
            <w:tcW w:w="1690" w:type="dxa"/>
          </w:tcPr>
          <w:p w14:paraId="4FE4B582" w14:textId="3FC4BE68" w:rsidR="00D35B76" w:rsidRPr="00C949FE" w:rsidRDefault="00AA7BCB" w:rsidP="00AB48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EK_0</w:t>
            </w:r>
            <w:r w:rsidR="00752EE0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5967" w:type="dxa"/>
          </w:tcPr>
          <w:p w14:paraId="14140EE0" w14:textId="0A518C01" w:rsidR="00D35B76" w:rsidRPr="00C949FE" w:rsidRDefault="00E712C0" w:rsidP="00E712C0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potrafi wyszukiwać i przetwarzać wiedzę na temat rozwoju i funkcjonowania ucznia</w:t>
            </w:r>
            <w:r w:rsidR="00752EE0">
              <w:rPr>
                <w:b w:val="0"/>
                <w:smallCaps w:val="0"/>
                <w:szCs w:val="24"/>
              </w:rPr>
              <w:t xml:space="preserve"> z traumą</w:t>
            </w:r>
          </w:p>
        </w:tc>
        <w:tc>
          <w:tcPr>
            <w:tcW w:w="1863" w:type="dxa"/>
          </w:tcPr>
          <w:p w14:paraId="608B6843" w14:textId="295AFA3F" w:rsidR="00D35B76" w:rsidRPr="00C949FE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C949FE">
              <w:rPr>
                <w:rFonts w:ascii="Times New Roman" w:hAnsi="Times New Roman" w:cs="Times New Roman"/>
                <w:color w:val="auto"/>
              </w:rPr>
              <w:t>K_</w:t>
            </w:r>
            <w:r w:rsidR="00343BFF" w:rsidRPr="00C949FE">
              <w:rPr>
                <w:rFonts w:ascii="Times New Roman" w:hAnsi="Times New Roman" w:cs="Times New Roman"/>
                <w:color w:val="auto"/>
              </w:rPr>
              <w:t>U</w:t>
            </w:r>
            <w:r w:rsidR="00AA7BCB" w:rsidRPr="00C949FE">
              <w:rPr>
                <w:rFonts w:ascii="Times New Roman" w:hAnsi="Times New Roman" w:cs="Times New Roman"/>
                <w:color w:val="auto"/>
              </w:rPr>
              <w:t>01</w:t>
            </w:r>
          </w:p>
        </w:tc>
      </w:tr>
      <w:tr w:rsidR="001E1A4B" w:rsidRPr="00C949FE" w14:paraId="12D950B6" w14:textId="77777777" w:rsidTr="00AA7BCB">
        <w:tc>
          <w:tcPr>
            <w:tcW w:w="1690" w:type="dxa"/>
          </w:tcPr>
          <w:p w14:paraId="5B90DF25" w14:textId="1A2C41C3" w:rsidR="001E1A4B" w:rsidRPr="00C949FE" w:rsidRDefault="001E1A4B" w:rsidP="00AB48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EK_0</w:t>
            </w:r>
            <w:r w:rsidR="00752EE0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5967" w:type="dxa"/>
          </w:tcPr>
          <w:p w14:paraId="5FCD7517" w14:textId="4B8DFD97" w:rsidR="001E1A4B" w:rsidRPr="00C949FE" w:rsidRDefault="00752EE0" w:rsidP="00E712C0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wykorzystuje zaawansowane techniki</w:t>
            </w:r>
            <w:r w:rsidR="00E712C0" w:rsidRPr="00C949FE">
              <w:rPr>
                <w:b w:val="0"/>
                <w:smallCaps w:val="0"/>
                <w:szCs w:val="24"/>
              </w:rPr>
              <w:t xml:space="preserve"> w komunikowaniu się z uczniem</w:t>
            </w:r>
            <w:r>
              <w:rPr>
                <w:b w:val="0"/>
                <w:smallCaps w:val="0"/>
                <w:szCs w:val="24"/>
              </w:rPr>
              <w:t xml:space="preserve"> z traumą</w:t>
            </w:r>
            <w:r w:rsidR="00E712C0" w:rsidRPr="00C949FE">
              <w:rPr>
                <w:b w:val="0"/>
                <w:smallCaps w:val="0"/>
                <w:szCs w:val="24"/>
              </w:rPr>
              <w:t xml:space="preserve"> oraz nauczycielami w celu realizacji interwencji po doświadczeniu traumy</w:t>
            </w:r>
          </w:p>
        </w:tc>
        <w:tc>
          <w:tcPr>
            <w:tcW w:w="1863" w:type="dxa"/>
          </w:tcPr>
          <w:p w14:paraId="6811EDB6" w14:textId="68707529" w:rsidR="001E1A4B" w:rsidRPr="00C949FE" w:rsidRDefault="001E1A4B" w:rsidP="001E1A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49FE">
              <w:rPr>
                <w:rFonts w:ascii="Times New Roman" w:hAnsi="Times New Roman" w:cs="Times New Roman"/>
                <w:color w:val="auto"/>
              </w:rPr>
              <w:t>K_U03</w:t>
            </w:r>
          </w:p>
        </w:tc>
      </w:tr>
      <w:tr w:rsidR="001E1A4B" w:rsidRPr="00C949FE" w14:paraId="54E4D1B4" w14:textId="77777777" w:rsidTr="00AA7BCB">
        <w:tc>
          <w:tcPr>
            <w:tcW w:w="1690" w:type="dxa"/>
          </w:tcPr>
          <w:p w14:paraId="6D7D96C6" w14:textId="40B4AD77" w:rsidR="001E1A4B" w:rsidRPr="00C949FE" w:rsidRDefault="001E1A4B" w:rsidP="00AB48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EK_0</w:t>
            </w:r>
            <w:r w:rsidR="00752EE0"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5967" w:type="dxa"/>
          </w:tcPr>
          <w:p w14:paraId="060E21D2" w14:textId="23BCF2E3" w:rsidR="001E1A4B" w:rsidRPr="00C949FE" w:rsidRDefault="00752EE0" w:rsidP="00E712C0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obserwuje i ocenia</w:t>
            </w:r>
            <w:r w:rsidR="00E712C0" w:rsidRPr="00C949FE">
              <w:rPr>
                <w:b w:val="0"/>
                <w:smallCaps w:val="0"/>
                <w:szCs w:val="24"/>
              </w:rPr>
              <w:t xml:space="preserve"> </w:t>
            </w:r>
            <w:r>
              <w:rPr>
                <w:b w:val="0"/>
                <w:smallCaps w:val="0"/>
                <w:szCs w:val="24"/>
              </w:rPr>
              <w:t>nietypowe reakcje w sytuacji</w:t>
            </w:r>
            <w:r w:rsidR="00E712C0" w:rsidRPr="00C949FE">
              <w:rPr>
                <w:b w:val="0"/>
                <w:smallCaps w:val="0"/>
                <w:szCs w:val="24"/>
              </w:rPr>
              <w:t xml:space="preserve"> interwencji w kontakcie z uczniem po traumie</w:t>
            </w:r>
          </w:p>
        </w:tc>
        <w:tc>
          <w:tcPr>
            <w:tcW w:w="1863" w:type="dxa"/>
          </w:tcPr>
          <w:p w14:paraId="67341A60" w14:textId="702CDF4C" w:rsidR="001E1A4B" w:rsidRPr="00C949FE" w:rsidRDefault="001E1A4B" w:rsidP="001E1A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49FE">
              <w:rPr>
                <w:rFonts w:ascii="Times New Roman" w:hAnsi="Times New Roman" w:cs="Times New Roman"/>
                <w:color w:val="auto"/>
              </w:rPr>
              <w:t>K_U05</w:t>
            </w:r>
          </w:p>
        </w:tc>
      </w:tr>
      <w:tr w:rsidR="00A1438E" w:rsidRPr="00C949FE" w14:paraId="7C594F5C" w14:textId="77777777" w:rsidTr="00AA7BCB">
        <w:tc>
          <w:tcPr>
            <w:tcW w:w="1690" w:type="dxa"/>
          </w:tcPr>
          <w:p w14:paraId="5B34BFC8" w14:textId="47D52B6F" w:rsidR="001E1A4B" w:rsidRPr="00C949FE" w:rsidRDefault="001E1A4B" w:rsidP="00AB48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EK_0</w:t>
            </w:r>
            <w:r w:rsidR="00752EE0"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5967" w:type="dxa"/>
          </w:tcPr>
          <w:p w14:paraId="11AE4828" w14:textId="518AA2A2" w:rsidR="001E1A4B" w:rsidRPr="00C949FE" w:rsidRDefault="00E712C0" w:rsidP="00E712C0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profesjonalizuje swój warsztat psychologiczny w wymiarze praktycznym</w:t>
            </w:r>
          </w:p>
        </w:tc>
        <w:tc>
          <w:tcPr>
            <w:tcW w:w="1863" w:type="dxa"/>
          </w:tcPr>
          <w:p w14:paraId="6612DA9B" w14:textId="22A1590A" w:rsidR="001E1A4B" w:rsidRPr="00C949FE" w:rsidRDefault="001E1A4B" w:rsidP="001E1A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949FE">
              <w:rPr>
                <w:rFonts w:ascii="Times New Roman" w:hAnsi="Times New Roman" w:cs="Times New Roman"/>
                <w:color w:val="auto"/>
              </w:rPr>
              <w:t>K_K03</w:t>
            </w:r>
          </w:p>
        </w:tc>
      </w:tr>
    </w:tbl>
    <w:p w14:paraId="2B33DE78" w14:textId="77777777" w:rsidR="0085747A" w:rsidRPr="00C949F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E5DC7B9" w14:textId="77777777" w:rsidR="0085747A" w:rsidRPr="00C949FE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EC3F13A" w14:textId="77777777" w:rsidR="0085747A" w:rsidRPr="00C949FE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949FE">
        <w:rPr>
          <w:rFonts w:ascii="Times New Roman" w:hAnsi="Times New Roman"/>
          <w:b/>
          <w:sz w:val="24"/>
          <w:szCs w:val="24"/>
        </w:rPr>
        <w:t>3.3</w:t>
      </w:r>
      <w:r w:rsidR="001D7B54" w:rsidRPr="00C949FE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C949FE">
        <w:rPr>
          <w:rFonts w:ascii="Times New Roman" w:hAnsi="Times New Roman"/>
          <w:b/>
          <w:sz w:val="24"/>
          <w:szCs w:val="24"/>
        </w:rPr>
        <w:t>T</w:t>
      </w:r>
      <w:r w:rsidR="001D7B54" w:rsidRPr="00C949FE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C949FE">
        <w:rPr>
          <w:rFonts w:ascii="Times New Roman" w:hAnsi="Times New Roman"/>
          <w:sz w:val="24"/>
          <w:szCs w:val="24"/>
        </w:rPr>
        <w:t xml:space="preserve">  </w:t>
      </w:r>
    </w:p>
    <w:p w14:paraId="4E0A22EC" w14:textId="77777777" w:rsidR="0085747A" w:rsidRPr="00C949F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949FE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A1438E" w:rsidRPr="00C949FE" w14:paraId="45AE25BE" w14:textId="77777777" w:rsidTr="00A1438E">
        <w:tc>
          <w:tcPr>
            <w:tcW w:w="9236" w:type="dxa"/>
          </w:tcPr>
          <w:p w14:paraId="75EAA44D" w14:textId="77777777" w:rsidR="00B56E1F" w:rsidRPr="00C949FE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C949FE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A1438E" w:rsidRPr="00C949FE" w14:paraId="7E2C3E29" w14:textId="77777777" w:rsidTr="00A1438E">
        <w:tc>
          <w:tcPr>
            <w:tcW w:w="9236" w:type="dxa"/>
          </w:tcPr>
          <w:p w14:paraId="44EAC8F5" w14:textId="2C5A0BAD" w:rsidR="00B56E1F" w:rsidRPr="00C949FE" w:rsidRDefault="00212CC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7681B8C2" w14:textId="5708DE20" w:rsidR="0085747A" w:rsidRPr="00C949F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949FE">
        <w:rPr>
          <w:rFonts w:ascii="Times New Roman" w:hAnsi="Times New Roman"/>
          <w:sz w:val="24"/>
          <w:szCs w:val="24"/>
        </w:rPr>
        <w:t>Problematyka ćwiczeń audytoryjnych</w:t>
      </w:r>
    </w:p>
    <w:p w14:paraId="6999E0DC" w14:textId="77777777" w:rsidR="0085747A" w:rsidRPr="00C949FE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1438E" w:rsidRPr="00C949FE" w14:paraId="71BA15D0" w14:textId="77777777" w:rsidTr="00923D7D">
        <w:tc>
          <w:tcPr>
            <w:tcW w:w="9639" w:type="dxa"/>
          </w:tcPr>
          <w:p w14:paraId="4F5457D3" w14:textId="77777777" w:rsidR="0085747A" w:rsidRPr="00C949F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C949FE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A1438E" w:rsidRPr="00C949FE" w14:paraId="5CDAB37D" w14:textId="77777777" w:rsidTr="00923D7D">
        <w:tc>
          <w:tcPr>
            <w:tcW w:w="9639" w:type="dxa"/>
          </w:tcPr>
          <w:p w14:paraId="0AE3B671" w14:textId="27231112" w:rsidR="0085747A" w:rsidRPr="00C949FE" w:rsidRDefault="009622F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49FE">
              <w:rPr>
                <w:rFonts w:ascii="Times New Roman" w:hAnsi="Times New Roman"/>
                <w:sz w:val="24"/>
                <w:szCs w:val="24"/>
              </w:rPr>
              <w:t>R</w:t>
            </w:r>
            <w:r w:rsidR="004F547E" w:rsidRPr="00C949FE">
              <w:rPr>
                <w:rFonts w:ascii="Times New Roman" w:hAnsi="Times New Roman"/>
                <w:sz w:val="24"/>
                <w:szCs w:val="24"/>
              </w:rPr>
              <w:t xml:space="preserve">ozpoznawanie </w:t>
            </w:r>
            <w:r w:rsidRPr="00C949FE">
              <w:rPr>
                <w:rFonts w:ascii="Times New Roman" w:hAnsi="Times New Roman"/>
                <w:sz w:val="24"/>
                <w:szCs w:val="24"/>
              </w:rPr>
              <w:t>doświadczeń</w:t>
            </w:r>
            <w:r w:rsidR="004F547E" w:rsidRPr="00C949FE">
              <w:rPr>
                <w:rFonts w:ascii="Times New Roman" w:hAnsi="Times New Roman"/>
                <w:sz w:val="24"/>
                <w:szCs w:val="24"/>
              </w:rPr>
              <w:t xml:space="preserve"> traumatycznych w życiu uczniów</w:t>
            </w:r>
          </w:p>
        </w:tc>
      </w:tr>
      <w:tr w:rsidR="00A1438E" w:rsidRPr="00C949FE" w14:paraId="119668E6" w14:textId="77777777" w:rsidTr="00923D7D">
        <w:tc>
          <w:tcPr>
            <w:tcW w:w="9639" w:type="dxa"/>
          </w:tcPr>
          <w:p w14:paraId="4D24A338" w14:textId="693FCA88" w:rsidR="0085747A" w:rsidRPr="00C949FE" w:rsidRDefault="009622F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49FE">
              <w:rPr>
                <w:rFonts w:ascii="Times New Roman" w:hAnsi="Times New Roman"/>
                <w:sz w:val="24"/>
                <w:szCs w:val="24"/>
              </w:rPr>
              <w:t>Rozpoznawanie reakcji na tramę w kontekście funkcjonowania w roli ucznia</w:t>
            </w:r>
          </w:p>
        </w:tc>
      </w:tr>
      <w:tr w:rsidR="0085747A" w:rsidRPr="00C949FE" w14:paraId="6D6F6BB4" w14:textId="77777777" w:rsidTr="00923D7D">
        <w:tc>
          <w:tcPr>
            <w:tcW w:w="9639" w:type="dxa"/>
          </w:tcPr>
          <w:p w14:paraId="5242F2F4" w14:textId="0FE4EE51" w:rsidR="0085747A" w:rsidRPr="00C949FE" w:rsidRDefault="009622F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49FE">
              <w:rPr>
                <w:rFonts w:ascii="Times New Roman" w:hAnsi="Times New Roman"/>
                <w:sz w:val="24"/>
                <w:szCs w:val="24"/>
              </w:rPr>
              <w:t>Ćwiczenie praktycznych umiejętności w zakresie skutecznych interwencji w sytuacji ucznia z doświadczeniem traumy</w:t>
            </w:r>
          </w:p>
        </w:tc>
      </w:tr>
    </w:tbl>
    <w:p w14:paraId="6683DC43" w14:textId="77777777" w:rsidR="0085747A" w:rsidRPr="00C949FE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BA5EA8D" w14:textId="77777777" w:rsidR="0085747A" w:rsidRPr="00C949FE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C949FE">
        <w:rPr>
          <w:smallCaps w:val="0"/>
          <w:szCs w:val="24"/>
        </w:rPr>
        <w:t>3.4 Metody dydaktyczne</w:t>
      </w:r>
      <w:r w:rsidRPr="00C949FE">
        <w:rPr>
          <w:b w:val="0"/>
          <w:smallCaps w:val="0"/>
          <w:szCs w:val="24"/>
        </w:rPr>
        <w:t xml:space="preserve"> </w:t>
      </w:r>
    </w:p>
    <w:p w14:paraId="572418DC" w14:textId="77777777" w:rsidR="0085747A" w:rsidRPr="00C949F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1EC439D" w14:textId="7359ED1B" w:rsidR="00E960BB" w:rsidRDefault="00A23EE5" w:rsidP="009C54AE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  <w:r w:rsidRPr="00C949FE">
        <w:rPr>
          <w:b w:val="0"/>
          <w:smallCaps w:val="0"/>
          <w:szCs w:val="24"/>
        </w:rPr>
        <w:t>Prezentacja multimedialna, d</w:t>
      </w:r>
      <w:r w:rsidR="009622F0" w:rsidRPr="00C949FE">
        <w:rPr>
          <w:b w:val="0"/>
          <w:smallCaps w:val="0"/>
          <w:szCs w:val="24"/>
        </w:rPr>
        <w:t xml:space="preserve">yskusja, praca w grupach, </w:t>
      </w:r>
      <w:r w:rsidR="005E59D4" w:rsidRPr="00C949FE">
        <w:rPr>
          <w:b w:val="0"/>
          <w:smallCaps w:val="0"/>
          <w:szCs w:val="24"/>
        </w:rPr>
        <w:t>metoda inscenizacji (</w:t>
      </w:r>
      <w:r w:rsidR="009622F0" w:rsidRPr="00C949FE">
        <w:rPr>
          <w:b w:val="0"/>
          <w:smallCaps w:val="0"/>
          <w:szCs w:val="24"/>
        </w:rPr>
        <w:t>odgrywanie ról</w:t>
      </w:r>
      <w:r w:rsidR="005E59D4" w:rsidRPr="00C949FE">
        <w:rPr>
          <w:b w:val="0"/>
          <w:smallCaps w:val="0"/>
          <w:szCs w:val="24"/>
        </w:rPr>
        <w:t>)</w:t>
      </w:r>
    </w:p>
    <w:p w14:paraId="376FAEA1" w14:textId="77777777" w:rsidR="00752EE0" w:rsidRPr="00C949FE" w:rsidRDefault="00752EE0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FEABBEC" w14:textId="77777777" w:rsidR="0085747A" w:rsidRPr="00C949FE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949FE">
        <w:rPr>
          <w:smallCaps w:val="0"/>
          <w:szCs w:val="24"/>
        </w:rPr>
        <w:t xml:space="preserve">4. </w:t>
      </w:r>
      <w:r w:rsidR="0085747A" w:rsidRPr="00C949FE">
        <w:rPr>
          <w:smallCaps w:val="0"/>
          <w:szCs w:val="24"/>
        </w:rPr>
        <w:t>METODY I KRYTERIA OCENY</w:t>
      </w:r>
      <w:r w:rsidR="009F4610" w:rsidRPr="00C949FE">
        <w:rPr>
          <w:smallCaps w:val="0"/>
          <w:szCs w:val="24"/>
        </w:rPr>
        <w:t xml:space="preserve"> </w:t>
      </w:r>
    </w:p>
    <w:p w14:paraId="01D9A1D9" w14:textId="77777777" w:rsidR="0085747A" w:rsidRPr="00C949FE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C949FE">
        <w:rPr>
          <w:smallCaps w:val="0"/>
          <w:szCs w:val="24"/>
        </w:rPr>
        <w:t xml:space="preserve">4.1 Sposoby weryfikacji efektów </w:t>
      </w:r>
      <w:r w:rsidR="00C05F44" w:rsidRPr="00C949FE">
        <w:rPr>
          <w:smallCaps w:val="0"/>
          <w:szCs w:val="24"/>
        </w:rPr>
        <w:t>uczenia się</w:t>
      </w:r>
    </w:p>
    <w:p w14:paraId="1522BDED" w14:textId="77777777" w:rsidR="0085747A" w:rsidRPr="00C949F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1438E" w:rsidRPr="00C949FE" w14:paraId="5612E398" w14:textId="77777777" w:rsidTr="00A23EE5">
        <w:tc>
          <w:tcPr>
            <w:tcW w:w="1962" w:type="dxa"/>
            <w:vAlign w:val="center"/>
          </w:tcPr>
          <w:p w14:paraId="70DCFA80" w14:textId="77777777" w:rsidR="0085747A" w:rsidRPr="00C949FE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82E354" w14:textId="5F783963" w:rsidR="0085747A" w:rsidRPr="00C949FE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 xml:space="preserve">Metody oceny efektów uczenia </w:t>
            </w:r>
            <w:r w:rsidR="00200CC7" w:rsidRPr="00C949FE">
              <w:rPr>
                <w:b w:val="0"/>
                <w:smallCaps w:val="0"/>
                <w:szCs w:val="24"/>
              </w:rPr>
              <w:t>się</w:t>
            </w:r>
          </w:p>
          <w:p w14:paraId="0057FDD6" w14:textId="77777777" w:rsidR="0085747A" w:rsidRPr="00C949FE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lastRenderedPageBreak/>
              <w:t>(</w:t>
            </w:r>
            <w:r w:rsidR="0085747A" w:rsidRPr="00C949FE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1B8EF" w14:textId="77777777" w:rsidR="00923D7D" w:rsidRPr="00C949F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C949FE">
              <w:rPr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1F107987" w14:textId="77777777" w:rsidR="0085747A" w:rsidRPr="00C949F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49FE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C949FE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A1438E" w:rsidRPr="00C949FE" w14:paraId="310B68A6" w14:textId="77777777" w:rsidTr="00A23EE5">
        <w:tc>
          <w:tcPr>
            <w:tcW w:w="1962" w:type="dxa"/>
          </w:tcPr>
          <w:p w14:paraId="2DB216DC" w14:textId="77777777" w:rsidR="00B0496C" w:rsidRPr="005A3BE1" w:rsidRDefault="00B0496C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lastRenderedPageBreak/>
              <w:t>EK_01</w:t>
            </w:r>
          </w:p>
        </w:tc>
        <w:tc>
          <w:tcPr>
            <w:tcW w:w="5441" w:type="dxa"/>
          </w:tcPr>
          <w:p w14:paraId="2423CB31" w14:textId="74B968D6" w:rsidR="00B0496C" w:rsidRPr="005A3BE1" w:rsidRDefault="00FF57DA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E03A9D" w:rsidRPr="005A3BE1">
              <w:rPr>
                <w:rFonts w:ascii="Times New Roman" w:hAnsi="Times New Roman"/>
                <w:sz w:val="24"/>
                <w:szCs w:val="24"/>
              </w:rPr>
              <w:t>est wiedzy</w:t>
            </w:r>
          </w:p>
        </w:tc>
        <w:tc>
          <w:tcPr>
            <w:tcW w:w="2117" w:type="dxa"/>
          </w:tcPr>
          <w:p w14:paraId="0C36E567" w14:textId="65584FFF" w:rsidR="00B0496C" w:rsidRPr="005A3BE1" w:rsidRDefault="00200CC7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A1438E" w:rsidRPr="00C949FE" w14:paraId="4C7DF8DE" w14:textId="77777777" w:rsidTr="00A23EE5">
        <w:tc>
          <w:tcPr>
            <w:tcW w:w="1962" w:type="dxa"/>
          </w:tcPr>
          <w:p w14:paraId="1DBA860B" w14:textId="77777777" w:rsidR="00A23EE5" w:rsidRPr="005A3BE1" w:rsidRDefault="00A23EE5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17B51064" w14:textId="71E4C491" w:rsidR="00A23EE5" w:rsidRPr="005A3BE1" w:rsidRDefault="00A23EE5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test wiedzy</w:t>
            </w:r>
          </w:p>
        </w:tc>
        <w:tc>
          <w:tcPr>
            <w:tcW w:w="2117" w:type="dxa"/>
          </w:tcPr>
          <w:p w14:paraId="18428F3E" w14:textId="5A783E46" w:rsidR="00A23EE5" w:rsidRPr="005A3BE1" w:rsidRDefault="00200CC7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A1438E" w:rsidRPr="00C949FE" w14:paraId="17156572" w14:textId="77777777" w:rsidTr="00A23EE5">
        <w:tc>
          <w:tcPr>
            <w:tcW w:w="1962" w:type="dxa"/>
          </w:tcPr>
          <w:p w14:paraId="17C13118" w14:textId="77777777" w:rsidR="00A23EE5" w:rsidRPr="005A3BE1" w:rsidRDefault="00A23EE5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69853464" w14:textId="698AD5FA" w:rsidR="00A23EE5" w:rsidRPr="005A3BE1" w:rsidRDefault="00A23EE5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test wiedzy</w:t>
            </w:r>
          </w:p>
        </w:tc>
        <w:tc>
          <w:tcPr>
            <w:tcW w:w="2117" w:type="dxa"/>
          </w:tcPr>
          <w:p w14:paraId="3637D5E4" w14:textId="06213539" w:rsidR="00A23EE5" w:rsidRPr="005A3BE1" w:rsidRDefault="00200CC7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A1438E" w:rsidRPr="00C949FE" w14:paraId="6408E23D" w14:textId="77777777" w:rsidTr="00A23EE5">
        <w:tc>
          <w:tcPr>
            <w:tcW w:w="1962" w:type="dxa"/>
          </w:tcPr>
          <w:p w14:paraId="486BC425" w14:textId="3E060537" w:rsidR="00A23EE5" w:rsidRPr="005A3BE1" w:rsidRDefault="00A23EE5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EK_0</w:t>
            </w:r>
            <w:r w:rsidR="00752E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41" w:type="dxa"/>
          </w:tcPr>
          <w:p w14:paraId="695088F2" w14:textId="10A0B61F" w:rsidR="00A23EE5" w:rsidRPr="005A3BE1" w:rsidRDefault="00A23EE5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1A28D05" w14:textId="04104604" w:rsidR="00A23EE5" w:rsidRPr="005A3BE1" w:rsidRDefault="00200CC7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A1438E" w:rsidRPr="00C949FE" w14:paraId="0067CD32" w14:textId="77777777" w:rsidTr="00A23EE5">
        <w:trPr>
          <w:trHeight w:val="479"/>
        </w:trPr>
        <w:tc>
          <w:tcPr>
            <w:tcW w:w="1962" w:type="dxa"/>
          </w:tcPr>
          <w:p w14:paraId="23F8DE9B" w14:textId="701B2F72" w:rsidR="00A23EE5" w:rsidRPr="005A3BE1" w:rsidRDefault="00A23EE5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EK_0</w:t>
            </w:r>
            <w:r w:rsidR="00752E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41" w:type="dxa"/>
          </w:tcPr>
          <w:p w14:paraId="1D80B714" w14:textId="3507A628" w:rsidR="00A23EE5" w:rsidRPr="005A3BE1" w:rsidRDefault="00A23EE5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DFC3AC7" w14:textId="56B414C1" w:rsidR="00A23EE5" w:rsidRPr="005A3BE1" w:rsidRDefault="00200CC7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A1438E" w:rsidRPr="00C949FE" w14:paraId="0E546CF4" w14:textId="77777777" w:rsidTr="00A23EE5">
        <w:tc>
          <w:tcPr>
            <w:tcW w:w="1962" w:type="dxa"/>
          </w:tcPr>
          <w:p w14:paraId="2BB6A198" w14:textId="6EF68AA3" w:rsidR="00A23EE5" w:rsidRPr="005A3BE1" w:rsidRDefault="00A23EE5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EK_0</w:t>
            </w:r>
            <w:r w:rsidR="00752E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41" w:type="dxa"/>
          </w:tcPr>
          <w:p w14:paraId="18620064" w14:textId="19F4EE4E" w:rsidR="00A23EE5" w:rsidRPr="005A3BE1" w:rsidRDefault="00A23EE5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2B5AA57" w14:textId="51FBB9CF" w:rsidR="00A23EE5" w:rsidRPr="005A3BE1" w:rsidRDefault="00200CC7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A1438E" w:rsidRPr="00C949FE" w14:paraId="62B32A37" w14:textId="77777777" w:rsidTr="00A23EE5">
        <w:tc>
          <w:tcPr>
            <w:tcW w:w="1962" w:type="dxa"/>
          </w:tcPr>
          <w:p w14:paraId="31F6E70E" w14:textId="1FB0E9B0" w:rsidR="00A23EE5" w:rsidRPr="005A3BE1" w:rsidRDefault="00A23EE5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EK_0</w:t>
            </w:r>
            <w:r w:rsidR="00752E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41" w:type="dxa"/>
          </w:tcPr>
          <w:p w14:paraId="680AD635" w14:textId="6466DB15" w:rsidR="00A23EE5" w:rsidRPr="005A3BE1" w:rsidRDefault="00A23EE5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2C88C18" w14:textId="3EACC94F" w:rsidR="00A23EE5" w:rsidRPr="005A3BE1" w:rsidRDefault="00200CC7" w:rsidP="005A3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B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</w:tbl>
    <w:p w14:paraId="1EDBDF99" w14:textId="77777777" w:rsidR="00923D7D" w:rsidRPr="00C949FE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41DA57B" w14:textId="07F7DA66" w:rsidR="0085747A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C949FE">
        <w:rPr>
          <w:smallCaps w:val="0"/>
          <w:szCs w:val="24"/>
        </w:rPr>
        <w:t xml:space="preserve">4.2 </w:t>
      </w:r>
      <w:r w:rsidR="0085747A" w:rsidRPr="00C949FE">
        <w:rPr>
          <w:smallCaps w:val="0"/>
          <w:szCs w:val="24"/>
        </w:rPr>
        <w:t>Warunki zaliczenia przedmiotu (kryteria oceniania)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CD3C83" w:rsidRPr="00163758" w14:paraId="7B759A8E" w14:textId="77777777" w:rsidTr="007C4693">
        <w:tc>
          <w:tcPr>
            <w:tcW w:w="9634" w:type="dxa"/>
          </w:tcPr>
          <w:p w14:paraId="1D9203AF" w14:textId="7EC5A0FB" w:rsidR="00CD3C83" w:rsidRDefault="00CD3C83" w:rsidP="00CD3C8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1. </w:t>
            </w:r>
            <w:r w:rsidRPr="00CD3C83">
              <w:rPr>
                <w:b w:val="0"/>
                <w:smallCaps w:val="0"/>
                <w:szCs w:val="24"/>
              </w:rPr>
              <w:t>Obecność na zajęciach</w:t>
            </w:r>
            <w:r>
              <w:rPr>
                <w:b w:val="0"/>
                <w:smallCaps w:val="0"/>
                <w:szCs w:val="24"/>
              </w:rPr>
              <w:t xml:space="preserve"> (dopuszczalna jedna nieobecność nieusprawiedliwiona).</w:t>
            </w:r>
          </w:p>
          <w:p w14:paraId="7463F945" w14:textId="4396DE77" w:rsidR="00CD3C83" w:rsidRDefault="00CD3C83" w:rsidP="00CD3C8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2. Aktywność na zajęciach</w:t>
            </w:r>
            <w:r w:rsidR="00752EE0">
              <w:rPr>
                <w:b w:val="0"/>
                <w:smallCaps w:val="0"/>
                <w:szCs w:val="24"/>
              </w:rPr>
              <w:t xml:space="preserve"> w trakcie dyskusji i metody inscenizacji.</w:t>
            </w:r>
          </w:p>
          <w:p w14:paraId="05A40CAC" w14:textId="67F67143" w:rsidR="00CD3C83" w:rsidRPr="00A533C4" w:rsidRDefault="00CD3C83" w:rsidP="00CD3C8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3. Pisemny test wiedzy:</w:t>
            </w:r>
          </w:p>
          <w:p w14:paraId="0186C987" w14:textId="77777777" w:rsidR="00CD3C83" w:rsidRDefault="00CD3C83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ocena 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2AEDE582" w14:textId="77777777" w:rsidR="00CD3C83" w:rsidRDefault="00CD3C83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038A7F2D" w14:textId="77777777" w:rsidR="00CD3C83" w:rsidRDefault="00CD3C83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733DA33F" w14:textId="77777777" w:rsidR="00CD3C83" w:rsidRDefault="00CD3C83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1EAC8B6E" w14:textId="77777777" w:rsidR="00CD3C83" w:rsidRDefault="00CD3C83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5C6DCD9B" w14:textId="752598A5" w:rsidR="00752EE0" w:rsidRPr="00752EE0" w:rsidRDefault="00CD3C83" w:rsidP="007C4693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</w:tc>
      </w:tr>
    </w:tbl>
    <w:p w14:paraId="4200D3DF" w14:textId="77777777" w:rsidR="0085747A" w:rsidRPr="00C949F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4CCFBA9" w14:textId="77777777" w:rsidR="009F4610" w:rsidRPr="00C949FE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949FE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C949FE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A1438E" w:rsidRPr="00C949FE" w14:paraId="4B0441A4" w14:textId="77777777" w:rsidTr="00E174FD">
        <w:tc>
          <w:tcPr>
            <w:tcW w:w="4962" w:type="dxa"/>
            <w:vAlign w:val="center"/>
          </w:tcPr>
          <w:p w14:paraId="36DF6095" w14:textId="77777777" w:rsidR="000C5696" w:rsidRPr="00C949F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9FE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288F3F8" w14:textId="77777777" w:rsidR="000C5696" w:rsidRPr="00C949F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9FE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1438E" w:rsidRPr="00C949FE" w14:paraId="05D39134" w14:textId="77777777" w:rsidTr="00E174FD">
        <w:tc>
          <w:tcPr>
            <w:tcW w:w="4962" w:type="dxa"/>
          </w:tcPr>
          <w:p w14:paraId="7D571487" w14:textId="77777777" w:rsidR="000C5696" w:rsidRPr="00C949FE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49FE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0BB8B16" w14:textId="0FD42A84" w:rsidR="000C5696" w:rsidRPr="00C949FE" w:rsidRDefault="00F631FC" w:rsidP="00D379B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9F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1438E" w:rsidRPr="00C949FE" w14:paraId="3DF32911" w14:textId="77777777" w:rsidTr="00E174FD">
        <w:tc>
          <w:tcPr>
            <w:tcW w:w="4962" w:type="dxa"/>
          </w:tcPr>
          <w:p w14:paraId="207632F0" w14:textId="0E561604" w:rsidR="000C5696" w:rsidRPr="00C949FE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49FE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C949F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8963B4" w14:textId="77777777" w:rsidR="003B346E" w:rsidRPr="00C949FE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49FE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C949FE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718CD9C1" w14:textId="5CE8EE78" w:rsidR="005E59D4" w:rsidRPr="00C949FE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49FE">
              <w:rPr>
                <w:rFonts w:ascii="Times New Roman" w:hAnsi="Times New Roman"/>
                <w:sz w:val="24"/>
                <w:szCs w:val="24"/>
              </w:rPr>
              <w:t>-udział</w:t>
            </w:r>
            <w:r w:rsidR="000C5696" w:rsidRPr="00C949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03B0" w:rsidRPr="00C949FE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FF7675">
              <w:rPr>
                <w:rFonts w:ascii="Times New Roman" w:hAnsi="Times New Roman"/>
                <w:sz w:val="24"/>
                <w:szCs w:val="24"/>
              </w:rPr>
              <w:t>zaliczeniu</w:t>
            </w:r>
          </w:p>
        </w:tc>
        <w:tc>
          <w:tcPr>
            <w:tcW w:w="4677" w:type="dxa"/>
          </w:tcPr>
          <w:p w14:paraId="52D7581D" w14:textId="77777777" w:rsidR="003B346E" w:rsidRPr="00C949FE" w:rsidRDefault="003B346E" w:rsidP="00D379B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0AE275" w14:textId="77777777" w:rsidR="000C5696" w:rsidRDefault="00806DC6" w:rsidP="00D379B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38AC6A3" w14:textId="309E5562" w:rsidR="00806DC6" w:rsidRPr="00C949FE" w:rsidRDefault="00806DC6" w:rsidP="00D379B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438E" w:rsidRPr="00C949FE" w14:paraId="301489F0" w14:textId="77777777" w:rsidTr="00E174FD">
        <w:tc>
          <w:tcPr>
            <w:tcW w:w="4962" w:type="dxa"/>
          </w:tcPr>
          <w:p w14:paraId="347B4073" w14:textId="5351107D" w:rsidR="000C5696" w:rsidRPr="00C949FE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49FE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C949FE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C949FE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3B346E" w:rsidRPr="00C949FE">
              <w:rPr>
                <w:rFonts w:ascii="Times New Roman" w:hAnsi="Times New Roman"/>
                <w:sz w:val="24"/>
                <w:szCs w:val="24"/>
              </w:rPr>
              <w:t>:</w:t>
            </w:r>
            <w:r w:rsidR="00F631FC" w:rsidRPr="00C949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B9AC621" w14:textId="77CCD214" w:rsidR="00FB2B59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49FE">
              <w:rPr>
                <w:rFonts w:ascii="Times New Roman" w:hAnsi="Times New Roman"/>
                <w:sz w:val="24"/>
                <w:szCs w:val="24"/>
              </w:rPr>
              <w:t>-</w:t>
            </w:r>
            <w:r w:rsidR="00FB2B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C949FE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="00FB2B59">
              <w:rPr>
                <w:rFonts w:ascii="Times New Roman" w:hAnsi="Times New Roman"/>
                <w:sz w:val="24"/>
                <w:szCs w:val="24"/>
              </w:rPr>
              <w:t>zajęć</w:t>
            </w:r>
          </w:p>
          <w:p w14:paraId="6A693A26" w14:textId="0CAFC21C" w:rsidR="003B346E" w:rsidRPr="00C949FE" w:rsidRDefault="00FB2B59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przygotowanie do </w:t>
            </w:r>
            <w:r w:rsidR="00F631FC" w:rsidRPr="00C949FE"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77645C5B" w14:textId="67F27E6C" w:rsidR="008F03B0" w:rsidRPr="00C949FE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49FE">
              <w:rPr>
                <w:rFonts w:ascii="Times New Roman" w:hAnsi="Times New Roman"/>
                <w:sz w:val="24"/>
                <w:szCs w:val="24"/>
              </w:rPr>
              <w:t>-</w:t>
            </w:r>
            <w:r w:rsidR="00752E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23B" w:rsidRPr="00C949FE">
              <w:rPr>
                <w:rFonts w:ascii="Times New Roman" w:hAnsi="Times New Roman"/>
                <w:sz w:val="24"/>
                <w:szCs w:val="24"/>
              </w:rPr>
              <w:t>studiowanie literatur</w:t>
            </w:r>
            <w:r w:rsidR="008F03B0" w:rsidRPr="00C949FE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4677" w:type="dxa"/>
          </w:tcPr>
          <w:p w14:paraId="118CA9CF" w14:textId="77777777" w:rsidR="00765E9A" w:rsidRPr="00C949FE" w:rsidRDefault="00765E9A" w:rsidP="00752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E4C9D0" w14:textId="0E8B3F81" w:rsidR="005E59D4" w:rsidRDefault="005E59D4" w:rsidP="00D37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9FE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460210F3" w14:textId="073F159D" w:rsidR="00FB2B59" w:rsidRPr="00C949FE" w:rsidRDefault="00765E9A" w:rsidP="00D37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6274A616" w14:textId="5EFCE5DD" w:rsidR="003B346E" w:rsidRPr="00C949FE" w:rsidRDefault="005E59D4" w:rsidP="00D37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9F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1438E" w:rsidRPr="00C949FE" w14:paraId="02915295" w14:textId="77777777" w:rsidTr="00E174FD">
        <w:tc>
          <w:tcPr>
            <w:tcW w:w="4962" w:type="dxa"/>
          </w:tcPr>
          <w:p w14:paraId="1EFC7DE7" w14:textId="77777777" w:rsidR="000C5696" w:rsidRPr="00C949FE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49FE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76C5DB" w14:textId="20AE9F39" w:rsidR="000C5696" w:rsidRPr="00C949FE" w:rsidRDefault="003D0776" w:rsidP="00D379B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0C5696" w:rsidRPr="00C949FE" w14:paraId="3A81EC9D" w14:textId="77777777" w:rsidTr="00E174FD">
        <w:tc>
          <w:tcPr>
            <w:tcW w:w="4962" w:type="dxa"/>
          </w:tcPr>
          <w:p w14:paraId="1C19C073" w14:textId="77777777" w:rsidR="000C5696" w:rsidRPr="00C949FE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949FE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8B69A" w14:textId="010EFDBF" w:rsidR="000C5696" w:rsidRPr="00C949FE" w:rsidRDefault="003D0776" w:rsidP="00D379B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255F257E" w14:textId="77777777" w:rsidR="000C5696" w:rsidRPr="00C949FE" w:rsidRDefault="000C5696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277FD34C" w14:textId="270B49A5" w:rsidR="003E194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7150A2B" w14:textId="77777777" w:rsidR="0059080B" w:rsidRPr="00C949FE" w:rsidRDefault="0059080B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DD9C101" w14:textId="77777777" w:rsidR="0085747A" w:rsidRPr="00C949FE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C949FE">
        <w:rPr>
          <w:smallCaps w:val="0"/>
          <w:szCs w:val="24"/>
        </w:rPr>
        <w:t xml:space="preserve">6. </w:t>
      </w:r>
      <w:r w:rsidR="0085747A" w:rsidRPr="00C949FE">
        <w:rPr>
          <w:smallCaps w:val="0"/>
          <w:szCs w:val="24"/>
        </w:rPr>
        <w:t>PRAKTYKI ZAWO</w:t>
      </w:r>
      <w:r w:rsidR="009C1331" w:rsidRPr="00C949FE">
        <w:rPr>
          <w:smallCaps w:val="0"/>
          <w:szCs w:val="24"/>
        </w:rPr>
        <w:t>DOWE W RAMACH PRZEDMIOTU</w:t>
      </w:r>
    </w:p>
    <w:p w14:paraId="55CE3E9F" w14:textId="77777777" w:rsidR="0085747A" w:rsidRPr="00C949FE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1438E" w:rsidRPr="00C949FE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C949F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4EAB0A06" w:rsidR="0085747A" w:rsidRPr="00C949FE" w:rsidRDefault="00B16A86" w:rsidP="00B16A8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C949FE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C949F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7A6FC907" w:rsidR="0085747A" w:rsidRPr="00C949FE" w:rsidRDefault="00B16A86" w:rsidP="00B16A8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C949FE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4B08E1" w14:textId="77777777" w:rsidR="0085747A" w:rsidRPr="00C949FE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C949FE">
        <w:rPr>
          <w:smallCaps w:val="0"/>
          <w:szCs w:val="24"/>
        </w:rPr>
        <w:lastRenderedPageBreak/>
        <w:t xml:space="preserve">7. </w:t>
      </w:r>
      <w:r w:rsidR="0085747A" w:rsidRPr="00C949FE">
        <w:rPr>
          <w:smallCaps w:val="0"/>
          <w:szCs w:val="24"/>
        </w:rPr>
        <w:t>LITERATURA</w:t>
      </w:r>
      <w:r w:rsidRPr="00C949FE">
        <w:rPr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1438E" w:rsidRPr="00C949FE" w14:paraId="48AE14F8" w14:textId="77777777" w:rsidTr="0059080B">
        <w:trPr>
          <w:trHeight w:val="397"/>
        </w:trPr>
        <w:tc>
          <w:tcPr>
            <w:tcW w:w="5000" w:type="pct"/>
          </w:tcPr>
          <w:p w14:paraId="42A098E6" w14:textId="6E29A10F" w:rsidR="00DA323B" w:rsidRPr="0052554A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52554A">
              <w:rPr>
                <w:smallCaps w:val="0"/>
                <w:szCs w:val="24"/>
              </w:rPr>
              <w:t>Literatura podstawowa:</w:t>
            </w:r>
          </w:p>
          <w:p w14:paraId="7600783A" w14:textId="77777777" w:rsidR="008F02EB" w:rsidRPr="00C949FE" w:rsidRDefault="008F02EB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E4C9365" w14:textId="44D3B491" w:rsidR="009A621C" w:rsidRPr="00C949FE" w:rsidRDefault="009A621C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Widera-Wysoczańska</w:t>
            </w:r>
            <w:r w:rsidR="00136DDF">
              <w:rPr>
                <w:b w:val="0"/>
                <w:smallCaps w:val="0"/>
                <w:szCs w:val="24"/>
              </w:rPr>
              <w:t>,</w:t>
            </w:r>
            <w:r w:rsidRPr="00C949FE">
              <w:rPr>
                <w:b w:val="0"/>
                <w:smallCaps w:val="0"/>
                <w:szCs w:val="24"/>
              </w:rPr>
              <w:t xml:space="preserve"> A.,</w:t>
            </w:r>
            <w:r w:rsidR="00806DC6">
              <w:rPr>
                <w:b w:val="0"/>
                <w:smallCaps w:val="0"/>
                <w:szCs w:val="24"/>
              </w:rPr>
              <w:t xml:space="preserve"> </w:t>
            </w:r>
            <w:r w:rsidRPr="00C949FE">
              <w:rPr>
                <w:b w:val="0"/>
                <w:smallCaps w:val="0"/>
                <w:szCs w:val="24"/>
              </w:rPr>
              <w:t>Kuczyńska</w:t>
            </w:r>
            <w:r w:rsidR="00136DDF">
              <w:rPr>
                <w:b w:val="0"/>
                <w:smallCaps w:val="0"/>
                <w:szCs w:val="24"/>
              </w:rPr>
              <w:t>,</w:t>
            </w:r>
            <w:r w:rsidRPr="00C949FE">
              <w:rPr>
                <w:b w:val="0"/>
                <w:smallCaps w:val="0"/>
                <w:szCs w:val="24"/>
              </w:rPr>
              <w:t xml:space="preserve"> A. (red.)</w:t>
            </w:r>
            <w:r w:rsidR="00806DC6">
              <w:rPr>
                <w:b w:val="0"/>
                <w:smallCaps w:val="0"/>
                <w:szCs w:val="24"/>
              </w:rPr>
              <w:t xml:space="preserve"> (2011).</w:t>
            </w:r>
            <w:r w:rsidRPr="00C949FE">
              <w:rPr>
                <w:b w:val="0"/>
                <w:smallCaps w:val="0"/>
                <w:szCs w:val="24"/>
              </w:rPr>
              <w:t xml:space="preserve"> </w:t>
            </w:r>
            <w:r w:rsidRPr="006E5392">
              <w:rPr>
                <w:b w:val="0"/>
                <w:i/>
                <w:iCs/>
                <w:smallCaps w:val="0"/>
                <w:szCs w:val="24"/>
              </w:rPr>
              <w:t>Interpersonalna trauma. Mechanizmy i konsekwencje</w:t>
            </w:r>
            <w:r w:rsidRPr="00C949FE">
              <w:rPr>
                <w:b w:val="0"/>
                <w:smallCaps w:val="0"/>
                <w:szCs w:val="24"/>
              </w:rPr>
              <w:t xml:space="preserve">. </w:t>
            </w:r>
            <w:r w:rsidR="00761BB5">
              <w:rPr>
                <w:b w:val="0"/>
                <w:smallCaps w:val="0"/>
                <w:szCs w:val="24"/>
              </w:rPr>
              <w:t xml:space="preserve">Warszawa: </w:t>
            </w:r>
            <w:proofErr w:type="spellStart"/>
            <w:r w:rsidRPr="00C949FE">
              <w:rPr>
                <w:b w:val="0"/>
                <w:smallCaps w:val="0"/>
                <w:szCs w:val="24"/>
              </w:rPr>
              <w:t>Difin</w:t>
            </w:r>
            <w:proofErr w:type="spellEnd"/>
            <w:r w:rsidRPr="00C949FE">
              <w:rPr>
                <w:b w:val="0"/>
                <w:smallCaps w:val="0"/>
                <w:szCs w:val="24"/>
              </w:rPr>
              <w:t xml:space="preserve">, </w:t>
            </w:r>
            <w:r w:rsidR="006E5392">
              <w:rPr>
                <w:b w:val="0"/>
                <w:smallCaps w:val="0"/>
                <w:szCs w:val="24"/>
              </w:rPr>
              <w:t xml:space="preserve">s. </w:t>
            </w:r>
            <w:r w:rsidRPr="00C949FE">
              <w:rPr>
                <w:b w:val="0"/>
                <w:smallCaps w:val="0"/>
                <w:szCs w:val="24"/>
              </w:rPr>
              <w:t>1</w:t>
            </w:r>
            <w:r w:rsidR="006728AB" w:rsidRPr="00C949FE">
              <w:rPr>
                <w:b w:val="0"/>
                <w:smallCaps w:val="0"/>
                <w:szCs w:val="24"/>
              </w:rPr>
              <w:t>42-170</w:t>
            </w:r>
            <w:r w:rsidR="00806DC6">
              <w:rPr>
                <w:b w:val="0"/>
                <w:smallCaps w:val="0"/>
                <w:szCs w:val="24"/>
              </w:rPr>
              <w:t>.</w:t>
            </w:r>
          </w:p>
          <w:p w14:paraId="7564BBC4" w14:textId="77777777" w:rsidR="00A1438E" w:rsidRPr="00C949FE" w:rsidRDefault="00A1438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E14AA5E" w14:textId="08C307A7" w:rsidR="00156B80" w:rsidRPr="00C949FE" w:rsidRDefault="0090789A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Kluczyńska</w:t>
            </w:r>
            <w:r w:rsidR="00136DDF">
              <w:rPr>
                <w:b w:val="0"/>
                <w:smallCaps w:val="0"/>
                <w:szCs w:val="24"/>
              </w:rPr>
              <w:t>,</w:t>
            </w:r>
            <w:r w:rsidRPr="00C949FE">
              <w:rPr>
                <w:b w:val="0"/>
                <w:smallCaps w:val="0"/>
                <w:szCs w:val="24"/>
              </w:rPr>
              <w:t xml:space="preserve"> S., </w:t>
            </w:r>
            <w:proofErr w:type="spellStart"/>
            <w:r w:rsidRPr="00C949FE">
              <w:rPr>
                <w:b w:val="0"/>
                <w:smallCaps w:val="0"/>
                <w:szCs w:val="24"/>
              </w:rPr>
              <w:t>Zabłocka-Żytka</w:t>
            </w:r>
            <w:proofErr w:type="spellEnd"/>
            <w:r w:rsidR="00136DDF">
              <w:rPr>
                <w:b w:val="0"/>
                <w:smallCaps w:val="0"/>
                <w:szCs w:val="24"/>
              </w:rPr>
              <w:t>,</w:t>
            </w:r>
            <w:r w:rsidRPr="00C949FE">
              <w:rPr>
                <w:b w:val="0"/>
                <w:smallCaps w:val="0"/>
                <w:szCs w:val="24"/>
              </w:rPr>
              <w:t xml:space="preserve"> L.</w:t>
            </w:r>
            <w:r w:rsidR="00806DC6">
              <w:rPr>
                <w:b w:val="0"/>
                <w:smallCaps w:val="0"/>
                <w:szCs w:val="24"/>
              </w:rPr>
              <w:t xml:space="preserve"> (2020).</w:t>
            </w:r>
            <w:r w:rsidRPr="00C949FE">
              <w:rPr>
                <w:b w:val="0"/>
                <w:smallCaps w:val="0"/>
                <w:szCs w:val="24"/>
              </w:rPr>
              <w:t xml:space="preserve"> </w:t>
            </w:r>
            <w:r w:rsidRPr="006E5392">
              <w:rPr>
                <w:b w:val="0"/>
                <w:i/>
                <w:iCs/>
                <w:smallCaps w:val="0"/>
                <w:szCs w:val="24"/>
              </w:rPr>
              <w:t>Dziecko w sytuacji kryzysowej. Wspierająca rola pracowników oświaty</w:t>
            </w:r>
            <w:r w:rsidRPr="00C949FE">
              <w:rPr>
                <w:b w:val="0"/>
                <w:smallCaps w:val="0"/>
                <w:szCs w:val="24"/>
              </w:rPr>
              <w:t xml:space="preserve">. </w:t>
            </w:r>
            <w:r w:rsidR="009A621C" w:rsidRPr="00C949FE">
              <w:rPr>
                <w:b w:val="0"/>
                <w:smallCaps w:val="0"/>
                <w:szCs w:val="24"/>
              </w:rPr>
              <w:t>Ośrodek Rozwoju Edukacji</w:t>
            </w:r>
            <w:r w:rsidR="00806DC6">
              <w:rPr>
                <w:b w:val="0"/>
                <w:smallCaps w:val="0"/>
                <w:szCs w:val="24"/>
              </w:rPr>
              <w:t>.</w:t>
            </w:r>
          </w:p>
          <w:p w14:paraId="53FCEF4D" w14:textId="77777777" w:rsidR="00A1438E" w:rsidRPr="00C949FE" w:rsidRDefault="00A1438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E843758" w14:textId="3D095780" w:rsidR="009512F9" w:rsidRPr="00C949FE" w:rsidRDefault="009512F9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Wiśniewska</w:t>
            </w:r>
            <w:r w:rsidR="00136DDF">
              <w:rPr>
                <w:b w:val="0"/>
                <w:smallCaps w:val="0"/>
                <w:szCs w:val="24"/>
              </w:rPr>
              <w:t>,</w:t>
            </w:r>
            <w:r w:rsidRPr="00C949FE">
              <w:rPr>
                <w:b w:val="0"/>
                <w:smallCaps w:val="0"/>
                <w:szCs w:val="24"/>
              </w:rPr>
              <w:t xml:space="preserve"> L.</w:t>
            </w:r>
            <w:r w:rsidR="0037617A">
              <w:rPr>
                <w:b w:val="0"/>
                <w:smallCaps w:val="0"/>
                <w:szCs w:val="24"/>
              </w:rPr>
              <w:t xml:space="preserve"> </w:t>
            </w:r>
            <w:r w:rsidRPr="00C949FE">
              <w:rPr>
                <w:b w:val="0"/>
                <w:smallCaps w:val="0"/>
                <w:szCs w:val="24"/>
              </w:rPr>
              <w:t xml:space="preserve">A. </w:t>
            </w:r>
            <w:r w:rsidR="00806DC6">
              <w:rPr>
                <w:b w:val="0"/>
                <w:smallCaps w:val="0"/>
                <w:szCs w:val="24"/>
              </w:rPr>
              <w:t xml:space="preserve">(2016). </w:t>
            </w:r>
            <w:r w:rsidRPr="00C949FE">
              <w:rPr>
                <w:b w:val="0"/>
                <w:smallCaps w:val="0"/>
                <w:szCs w:val="24"/>
              </w:rPr>
              <w:t>Trauma dziecka a funkcjonowanie szkolne</w:t>
            </w:r>
            <w:r w:rsidR="006E5392">
              <w:rPr>
                <w:b w:val="0"/>
                <w:smallCaps w:val="0"/>
                <w:szCs w:val="24"/>
              </w:rPr>
              <w:t>.</w:t>
            </w:r>
            <w:r w:rsidRPr="00C949FE">
              <w:rPr>
                <w:b w:val="0"/>
                <w:smallCaps w:val="0"/>
                <w:szCs w:val="24"/>
              </w:rPr>
              <w:t xml:space="preserve"> </w:t>
            </w:r>
            <w:r w:rsidRPr="006E5392">
              <w:rPr>
                <w:b w:val="0"/>
                <w:i/>
                <w:iCs/>
                <w:smallCaps w:val="0"/>
                <w:szCs w:val="24"/>
              </w:rPr>
              <w:t>Zeszyty naukowe KSW</w:t>
            </w:r>
            <w:r w:rsidRPr="00C949FE">
              <w:rPr>
                <w:b w:val="0"/>
                <w:smallCaps w:val="0"/>
                <w:szCs w:val="24"/>
              </w:rPr>
              <w:t xml:space="preserve"> T.XLIII</w:t>
            </w:r>
            <w:r w:rsidR="00806DC6">
              <w:rPr>
                <w:b w:val="0"/>
                <w:smallCaps w:val="0"/>
                <w:szCs w:val="24"/>
              </w:rPr>
              <w:t xml:space="preserve">, </w:t>
            </w:r>
            <w:r w:rsidRPr="00C949FE">
              <w:rPr>
                <w:b w:val="0"/>
                <w:smallCaps w:val="0"/>
                <w:szCs w:val="24"/>
              </w:rPr>
              <w:t>43-60</w:t>
            </w:r>
            <w:r w:rsidR="006E5392">
              <w:rPr>
                <w:b w:val="0"/>
                <w:smallCaps w:val="0"/>
                <w:szCs w:val="24"/>
              </w:rPr>
              <w:t>.</w:t>
            </w:r>
          </w:p>
          <w:p w14:paraId="12CCE3D4" w14:textId="77777777" w:rsidR="00A1438E" w:rsidRPr="00C949FE" w:rsidRDefault="00A1438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BE2E98B" w14:textId="2A6EAE6E" w:rsidR="00156B80" w:rsidRPr="00C949FE" w:rsidRDefault="009512F9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C949FE">
              <w:rPr>
                <w:b w:val="0"/>
                <w:smallCaps w:val="0"/>
                <w:szCs w:val="24"/>
              </w:rPr>
              <w:t>Czapiga</w:t>
            </w:r>
            <w:proofErr w:type="spellEnd"/>
            <w:r w:rsidR="00136DDF">
              <w:rPr>
                <w:b w:val="0"/>
                <w:smallCaps w:val="0"/>
                <w:szCs w:val="24"/>
              </w:rPr>
              <w:t>,</w:t>
            </w:r>
            <w:r w:rsidRPr="00C949FE">
              <w:rPr>
                <w:b w:val="0"/>
                <w:smallCaps w:val="0"/>
                <w:szCs w:val="24"/>
              </w:rPr>
              <w:t xml:space="preserve"> A. (red.)</w:t>
            </w:r>
            <w:r w:rsidR="00806DC6">
              <w:rPr>
                <w:b w:val="0"/>
                <w:smallCaps w:val="0"/>
                <w:szCs w:val="24"/>
              </w:rPr>
              <w:t xml:space="preserve"> (2006).</w:t>
            </w:r>
            <w:r w:rsidRPr="00C949FE">
              <w:rPr>
                <w:b w:val="0"/>
                <w:smallCaps w:val="0"/>
                <w:szCs w:val="24"/>
              </w:rPr>
              <w:t xml:space="preserve"> </w:t>
            </w:r>
            <w:r w:rsidRPr="006E5392">
              <w:rPr>
                <w:b w:val="0"/>
                <w:i/>
                <w:iCs/>
                <w:smallCaps w:val="0"/>
                <w:szCs w:val="24"/>
              </w:rPr>
              <w:t>Psychospołeczne problemy rozwoju dziecka. Aspekty diagnostyczne i terapeutyczne</w:t>
            </w:r>
            <w:r w:rsidR="00A1438E" w:rsidRPr="00C949FE">
              <w:rPr>
                <w:b w:val="0"/>
                <w:smallCaps w:val="0"/>
                <w:szCs w:val="24"/>
              </w:rPr>
              <w:t>.</w:t>
            </w:r>
            <w:r w:rsidRPr="00C949FE">
              <w:rPr>
                <w:b w:val="0"/>
                <w:smallCaps w:val="0"/>
                <w:szCs w:val="24"/>
              </w:rPr>
              <w:t xml:space="preserve"> </w:t>
            </w:r>
            <w:r w:rsidR="006E5392">
              <w:rPr>
                <w:b w:val="0"/>
                <w:smallCaps w:val="0"/>
                <w:szCs w:val="24"/>
              </w:rPr>
              <w:t xml:space="preserve">Toruń: Wydawnictwo </w:t>
            </w:r>
            <w:r w:rsidRPr="00C949FE">
              <w:rPr>
                <w:b w:val="0"/>
                <w:smallCaps w:val="0"/>
                <w:szCs w:val="24"/>
              </w:rPr>
              <w:t>Adam Marszałek</w:t>
            </w:r>
            <w:r w:rsidR="00806DC6">
              <w:rPr>
                <w:b w:val="0"/>
                <w:smallCaps w:val="0"/>
                <w:szCs w:val="24"/>
              </w:rPr>
              <w:t xml:space="preserve">, </w:t>
            </w:r>
            <w:r w:rsidR="006E5392">
              <w:rPr>
                <w:b w:val="0"/>
                <w:smallCaps w:val="0"/>
                <w:szCs w:val="24"/>
              </w:rPr>
              <w:t xml:space="preserve">s. </w:t>
            </w:r>
            <w:r w:rsidR="00792082" w:rsidRPr="00C949FE">
              <w:rPr>
                <w:b w:val="0"/>
                <w:smallCaps w:val="0"/>
                <w:szCs w:val="24"/>
              </w:rPr>
              <w:t>249-278</w:t>
            </w:r>
            <w:r w:rsidR="00806DC6">
              <w:rPr>
                <w:b w:val="0"/>
                <w:smallCaps w:val="0"/>
                <w:szCs w:val="24"/>
              </w:rPr>
              <w:t>.</w:t>
            </w:r>
          </w:p>
          <w:p w14:paraId="78289A22" w14:textId="77777777" w:rsidR="00DA323B" w:rsidRPr="00C949FE" w:rsidRDefault="00DA323B" w:rsidP="00156B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A1438E" w:rsidRPr="00C949FE" w14:paraId="0D880534" w14:textId="77777777" w:rsidTr="0059080B">
        <w:trPr>
          <w:trHeight w:val="397"/>
        </w:trPr>
        <w:tc>
          <w:tcPr>
            <w:tcW w:w="5000" w:type="pct"/>
          </w:tcPr>
          <w:p w14:paraId="5967496E" w14:textId="06C451D0" w:rsidR="00DA323B" w:rsidRPr="0052554A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52554A">
              <w:rPr>
                <w:smallCaps w:val="0"/>
                <w:szCs w:val="24"/>
              </w:rPr>
              <w:t xml:space="preserve">Literatura uzupełniająca: </w:t>
            </w:r>
          </w:p>
          <w:p w14:paraId="2D831ECD" w14:textId="77777777" w:rsidR="008F02EB" w:rsidRPr="00C949FE" w:rsidRDefault="008F02EB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48341D9" w14:textId="3AAC310C" w:rsidR="00156B80" w:rsidRPr="00C949FE" w:rsidRDefault="0090789A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James</w:t>
            </w:r>
            <w:r w:rsidR="00136DDF">
              <w:rPr>
                <w:b w:val="0"/>
                <w:smallCaps w:val="0"/>
                <w:szCs w:val="24"/>
              </w:rPr>
              <w:t>,</w:t>
            </w:r>
            <w:r w:rsidRPr="00C949FE">
              <w:rPr>
                <w:b w:val="0"/>
                <w:smallCaps w:val="0"/>
                <w:szCs w:val="24"/>
              </w:rPr>
              <w:t xml:space="preserve"> B. </w:t>
            </w:r>
            <w:r w:rsidR="00806DC6">
              <w:rPr>
                <w:b w:val="0"/>
                <w:smallCaps w:val="0"/>
                <w:szCs w:val="24"/>
              </w:rPr>
              <w:t xml:space="preserve">(2003). </w:t>
            </w:r>
            <w:r w:rsidRPr="006E5392">
              <w:rPr>
                <w:b w:val="0"/>
                <w:i/>
                <w:iCs/>
                <w:smallCaps w:val="0"/>
                <w:szCs w:val="24"/>
              </w:rPr>
              <w:t>Leczenie dzieci po urazach psychicznych</w:t>
            </w:r>
            <w:r w:rsidR="006E5392">
              <w:rPr>
                <w:b w:val="0"/>
                <w:smallCaps w:val="0"/>
                <w:szCs w:val="24"/>
              </w:rPr>
              <w:t>.</w:t>
            </w:r>
            <w:r w:rsidRPr="00C949FE">
              <w:rPr>
                <w:b w:val="0"/>
                <w:smallCaps w:val="0"/>
                <w:szCs w:val="24"/>
              </w:rPr>
              <w:t xml:space="preserve"> </w:t>
            </w:r>
            <w:r w:rsidR="006E5392">
              <w:rPr>
                <w:b w:val="0"/>
                <w:smallCaps w:val="0"/>
                <w:szCs w:val="24"/>
              </w:rPr>
              <w:t xml:space="preserve">Warszawa: </w:t>
            </w:r>
            <w:r w:rsidRPr="00C949FE">
              <w:rPr>
                <w:b w:val="0"/>
                <w:smallCaps w:val="0"/>
                <w:szCs w:val="24"/>
              </w:rPr>
              <w:t>PARPA</w:t>
            </w:r>
            <w:r w:rsidR="00806DC6">
              <w:rPr>
                <w:b w:val="0"/>
                <w:smallCaps w:val="0"/>
                <w:szCs w:val="24"/>
              </w:rPr>
              <w:t>.</w:t>
            </w:r>
          </w:p>
          <w:p w14:paraId="7AAE825C" w14:textId="77777777" w:rsidR="00A1438E" w:rsidRPr="00C949FE" w:rsidRDefault="00A1438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B90AE1A" w14:textId="73267F22" w:rsidR="002B6F35" w:rsidRPr="00136DDF" w:rsidRDefault="002B6F35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  <w:lang w:val="en-GB"/>
              </w:rPr>
            </w:pPr>
            <w:proofErr w:type="spellStart"/>
            <w:r w:rsidRPr="00806DC6">
              <w:rPr>
                <w:b w:val="0"/>
                <w:smallCaps w:val="0"/>
                <w:szCs w:val="24"/>
              </w:rPr>
              <w:t>Greenstone</w:t>
            </w:r>
            <w:proofErr w:type="spellEnd"/>
            <w:r w:rsidR="00136DDF">
              <w:rPr>
                <w:b w:val="0"/>
                <w:smallCaps w:val="0"/>
                <w:szCs w:val="24"/>
              </w:rPr>
              <w:t>,</w:t>
            </w:r>
            <w:r w:rsidRPr="00806DC6">
              <w:rPr>
                <w:b w:val="0"/>
                <w:smallCaps w:val="0"/>
                <w:szCs w:val="24"/>
              </w:rPr>
              <w:t xml:space="preserve"> J.</w:t>
            </w:r>
            <w:r w:rsidR="00136DDF">
              <w:rPr>
                <w:b w:val="0"/>
                <w:smallCaps w:val="0"/>
                <w:szCs w:val="24"/>
              </w:rPr>
              <w:t xml:space="preserve"> </w:t>
            </w:r>
            <w:r w:rsidRPr="00806DC6">
              <w:rPr>
                <w:b w:val="0"/>
                <w:smallCaps w:val="0"/>
                <w:szCs w:val="24"/>
              </w:rPr>
              <w:t xml:space="preserve">L, </w:t>
            </w:r>
            <w:proofErr w:type="spellStart"/>
            <w:r w:rsidRPr="00806DC6">
              <w:rPr>
                <w:b w:val="0"/>
                <w:smallCaps w:val="0"/>
                <w:szCs w:val="24"/>
              </w:rPr>
              <w:t>Leviton</w:t>
            </w:r>
            <w:proofErr w:type="spellEnd"/>
            <w:r w:rsidR="00136DDF">
              <w:rPr>
                <w:b w:val="0"/>
                <w:smallCaps w:val="0"/>
                <w:szCs w:val="24"/>
              </w:rPr>
              <w:t>,</w:t>
            </w:r>
            <w:r w:rsidRPr="00806DC6">
              <w:rPr>
                <w:b w:val="0"/>
                <w:smallCaps w:val="0"/>
                <w:szCs w:val="24"/>
              </w:rPr>
              <w:t xml:space="preserve"> S.</w:t>
            </w:r>
            <w:r w:rsidR="00136DDF">
              <w:rPr>
                <w:b w:val="0"/>
                <w:smallCaps w:val="0"/>
                <w:szCs w:val="24"/>
              </w:rPr>
              <w:t xml:space="preserve"> </w:t>
            </w:r>
            <w:r w:rsidRPr="00806DC6">
              <w:rPr>
                <w:b w:val="0"/>
                <w:smallCaps w:val="0"/>
                <w:szCs w:val="24"/>
              </w:rPr>
              <w:t>C</w:t>
            </w:r>
            <w:r w:rsidR="00806DC6" w:rsidRPr="00806DC6">
              <w:rPr>
                <w:b w:val="0"/>
                <w:smallCaps w:val="0"/>
                <w:szCs w:val="24"/>
              </w:rPr>
              <w:t>.</w:t>
            </w:r>
            <w:r w:rsidRPr="00806DC6">
              <w:rPr>
                <w:b w:val="0"/>
                <w:smallCaps w:val="0"/>
                <w:szCs w:val="24"/>
              </w:rPr>
              <w:t xml:space="preserve"> </w:t>
            </w:r>
            <w:r w:rsidR="00806DC6" w:rsidRPr="00806DC6">
              <w:rPr>
                <w:b w:val="0"/>
                <w:smallCaps w:val="0"/>
                <w:szCs w:val="24"/>
              </w:rPr>
              <w:t xml:space="preserve">(2002). </w:t>
            </w:r>
            <w:r w:rsidRPr="006E5392">
              <w:rPr>
                <w:b w:val="0"/>
                <w:i/>
                <w:iCs/>
                <w:smallCaps w:val="0"/>
                <w:szCs w:val="24"/>
              </w:rPr>
              <w:t xml:space="preserve">Interwencja </w:t>
            </w:r>
            <w:r w:rsidR="00A1438E" w:rsidRPr="006E5392">
              <w:rPr>
                <w:b w:val="0"/>
                <w:i/>
                <w:iCs/>
                <w:smallCaps w:val="0"/>
                <w:szCs w:val="24"/>
              </w:rPr>
              <w:t>kryzysowa</w:t>
            </w:r>
            <w:r w:rsidR="00A1438E" w:rsidRPr="00C949FE">
              <w:rPr>
                <w:b w:val="0"/>
                <w:smallCaps w:val="0"/>
                <w:szCs w:val="24"/>
              </w:rPr>
              <w:t>.</w:t>
            </w:r>
            <w:r w:rsidRPr="00C949FE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="006E5392" w:rsidRPr="00136DDF">
              <w:rPr>
                <w:b w:val="0"/>
                <w:smallCaps w:val="0"/>
                <w:szCs w:val="24"/>
                <w:lang w:val="en-GB"/>
              </w:rPr>
              <w:t>Gdańsk</w:t>
            </w:r>
            <w:proofErr w:type="spellEnd"/>
            <w:r w:rsidR="006E5392" w:rsidRPr="00136DDF">
              <w:rPr>
                <w:b w:val="0"/>
                <w:smallCaps w:val="0"/>
                <w:szCs w:val="24"/>
                <w:lang w:val="en-GB"/>
              </w:rPr>
              <w:t xml:space="preserve">: </w:t>
            </w:r>
            <w:r w:rsidRPr="00136DDF">
              <w:rPr>
                <w:b w:val="0"/>
                <w:smallCaps w:val="0"/>
                <w:szCs w:val="24"/>
                <w:lang w:val="en-GB"/>
              </w:rPr>
              <w:t>GWP</w:t>
            </w:r>
            <w:r w:rsidR="00806DC6" w:rsidRPr="00136DDF">
              <w:rPr>
                <w:b w:val="0"/>
                <w:smallCaps w:val="0"/>
                <w:szCs w:val="24"/>
                <w:lang w:val="en-GB"/>
              </w:rPr>
              <w:t>.</w:t>
            </w:r>
          </w:p>
          <w:p w14:paraId="42B313A2" w14:textId="77777777" w:rsidR="00806DC6" w:rsidRPr="00136DDF" w:rsidRDefault="00806DC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  <w:lang w:val="en-GB"/>
              </w:rPr>
            </w:pPr>
          </w:p>
          <w:p w14:paraId="7E754896" w14:textId="26E83F01" w:rsidR="002B0937" w:rsidRPr="00C949FE" w:rsidRDefault="002B0937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DC6">
              <w:rPr>
                <w:b w:val="0"/>
                <w:smallCaps w:val="0"/>
                <w:szCs w:val="24"/>
                <w:lang w:val="en-GB"/>
              </w:rPr>
              <w:t>James</w:t>
            </w:r>
            <w:r w:rsidR="00136DDF">
              <w:rPr>
                <w:b w:val="0"/>
                <w:smallCaps w:val="0"/>
                <w:szCs w:val="24"/>
                <w:lang w:val="en-GB"/>
              </w:rPr>
              <w:t>,</w:t>
            </w:r>
            <w:r w:rsidRPr="00806DC6">
              <w:rPr>
                <w:b w:val="0"/>
                <w:smallCaps w:val="0"/>
                <w:szCs w:val="24"/>
                <w:lang w:val="en-GB"/>
              </w:rPr>
              <w:t xml:space="preserve"> R. K., Gilliland</w:t>
            </w:r>
            <w:r w:rsidR="00136DDF">
              <w:rPr>
                <w:b w:val="0"/>
                <w:smallCaps w:val="0"/>
                <w:szCs w:val="24"/>
                <w:lang w:val="en-GB"/>
              </w:rPr>
              <w:t>,</w:t>
            </w:r>
            <w:r w:rsidRPr="00806DC6">
              <w:rPr>
                <w:b w:val="0"/>
                <w:smallCaps w:val="0"/>
                <w:szCs w:val="24"/>
                <w:lang w:val="en-GB"/>
              </w:rPr>
              <w:t xml:space="preserve"> B.</w:t>
            </w:r>
            <w:r w:rsidR="00136DDF">
              <w:rPr>
                <w:b w:val="0"/>
                <w:smallCaps w:val="0"/>
                <w:szCs w:val="24"/>
                <w:lang w:val="en-GB"/>
              </w:rPr>
              <w:t xml:space="preserve"> </w:t>
            </w:r>
            <w:r w:rsidRPr="00806DC6">
              <w:rPr>
                <w:b w:val="0"/>
                <w:smallCaps w:val="0"/>
                <w:szCs w:val="24"/>
                <w:lang w:val="en-GB"/>
              </w:rPr>
              <w:t>E.</w:t>
            </w:r>
            <w:r w:rsidR="00806DC6" w:rsidRPr="00806DC6">
              <w:rPr>
                <w:b w:val="0"/>
                <w:smallCaps w:val="0"/>
                <w:szCs w:val="24"/>
                <w:lang w:val="en-GB"/>
              </w:rPr>
              <w:t xml:space="preserve"> (2004). </w:t>
            </w:r>
            <w:r w:rsidRPr="006E5392">
              <w:rPr>
                <w:b w:val="0"/>
                <w:i/>
                <w:iCs/>
                <w:smallCaps w:val="0"/>
                <w:szCs w:val="24"/>
              </w:rPr>
              <w:t>Strategie interw</w:t>
            </w:r>
            <w:r w:rsidR="00867481" w:rsidRPr="006E5392">
              <w:rPr>
                <w:b w:val="0"/>
                <w:i/>
                <w:iCs/>
                <w:smallCaps w:val="0"/>
                <w:szCs w:val="24"/>
              </w:rPr>
              <w:t>e</w:t>
            </w:r>
            <w:r w:rsidRPr="006E5392">
              <w:rPr>
                <w:b w:val="0"/>
                <w:i/>
                <w:iCs/>
                <w:smallCaps w:val="0"/>
                <w:szCs w:val="24"/>
              </w:rPr>
              <w:t>ncji kryzysowej</w:t>
            </w:r>
            <w:r w:rsidR="00A1438E" w:rsidRPr="00C949FE">
              <w:rPr>
                <w:b w:val="0"/>
                <w:smallCaps w:val="0"/>
                <w:szCs w:val="24"/>
              </w:rPr>
              <w:t>.</w:t>
            </w:r>
            <w:r w:rsidRPr="00C949FE">
              <w:rPr>
                <w:b w:val="0"/>
                <w:smallCaps w:val="0"/>
                <w:szCs w:val="24"/>
              </w:rPr>
              <w:t xml:space="preserve"> </w:t>
            </w:r>
            <w:r w:rsidR="006E5392">
              <w:rPr>
                <w:b w:val="0"/>
                <w:smallCaps w:val="0"/>
                <w:szCs w:val="24"/>
              </w:rPr>
              <w:t xml:space="preserve">Warszawa: </w:t>
            </w:r>
            <w:r w:rsidRPr="00C949FE">
              <w:rPr>
                <w:b w:val="0"/>
                <w:smallCaps w:val="0"/>
                <w:szCs w:val="24"/>
              </w:rPr>
              <w:t>PARPA</w:t>
            </w:r>
            <w:r w:rsidR="00A1438E" w:rsidRPr="00C949FE">
              <w:rPr>
                <w:b w:val="0"/>
                <w:smallCaps w:val="0"/>
                <w:szCs w:val="24"/>
              </w:rPr>
              <w:t>,</w:t>
            </w:r>
            <w:r w:rsidRPr="00C949FE">
              <w:rPr>
                <w:b w:val="0"/>
                <w:smallCaps w:val="0"/>
                <w:szCs w:val="24"/>
              </w:rPr>
              <w:t xml:space="preserve"> </w:t>
            </w:r>
            <w:r w:rsidR="006E5392">
              <w:rPr>
                <w:b w:val="0"/>
                <w:smallCaps w:val="0"/>
                <w:szCs w:val="24"/>
              </w:rPr>
              <w:t xml:space="preserve">s. </w:t>
            </w:r>
            <w:r w:rsidRPr="00C949FE">
              <w:rPr>
                <w:b w:val="0"/>
                <w:smallCaps w:val="0"/>
                <w:szCs w:val="24"/>
              </w:rPr>
              <w:t>641-656</w:t>
            </w:r>
            <w:r w:rsidR="00806DC6">
              <w:rPr>
                <w:b w:val="0"/>
                <w:smallCaps w:val="0"/>
                <w:szCs w:val="24"/>
              </w:rPr>
              <w:t>.</w:t>
            </w:r>
          </w:p>
          <w:p w14:paraId="67DC4104" w14:textId="77777777" w:rsidR="00A1438E" w:rsidRPr="00C949FE" w:rsidRDefault="00A1438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BF8C589" w14:textId="36C5C262" w:rsidR="00792082" w:rsidRPr="00C949FE" w:rsidRDefault="00792082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Herbert</w:t>
            </w:r>
            <w:r w:rsidR="0037617A">
              <w:rPr>
                <w:b w:val="0"/>
                <w:smallCaps w:val="0"/>
                <w:szCs w:val="24"/>
              </w:rPr>
              <w:t>,</w:t>
            </w:r>
            <w:r w:rsidRPr="00C949FE">
              <w:rPr>
                <w:b w:val="0"/>
                <w:smallCaps w:val="0"/>
                <w:szCs w:val="24"/>
              </w:rPr>
              <w:t xml:space="preserve"> C. </w:t>
            </w:r>
            <w:r w:rsidR="00806DC6">
              <w:rPr>
                <w:b w:val="0"/>
                <w:smallCaps w:val="0"/>
                <w:szCs w:val="24"/>
              </w:rPr>
              <w:t xml:space="preserve">(2004). </w:t>
            </w:r>
            <w:r w:rsidRPr="006E5392">
              <w:rPr>
                <w:b w:val="0"/>
                <w:i/>
                <w:iCs/>
                <w:smallCaps w:val="0"/>
                <w:szCs w:val="24"/>
              </w:rPr>
              <w:t>Zrozumieć traumę</w:t>
            </w:r>
            <w:r w:rsidRPr="00C949FE">
              <w:rPr>
                <w:b w:val="0"/>
                <w:smallCaps w:val="0"/>
                <w:szCs w:val="24"/>
              </w:rPr>
              <w:t xml:space="preserve">. </w:t>
            </w:r>
            <w:r w:rsidR="006E5392">
              <w:rPr>
                <w:b w:val="0"/>
                <w:smallCaps w:val="0"/>
                <w:szCs w:val="24"/>
              </w:rPr>
              <w:t xml:space="preserve">Gdańsk: </w:t>
            </w:r>
            <w:r w:rsidRPr="00C949FE">
              <w:rPr>
                <w:b w:val="0"/>
                <w:smallCaps w:val="0"/>
                <w:szCs w:val="24"/>
              </w:rPr>
              <w:t>GWP</w:t>
            </w:r>
            <w:r w:rsidR="00806DC6">
              <w:rPr>
                <w:b w:val="0"/>
                <w:smallCaps w:val="0"/>
                <w:szCs w:val="24"/>
              </w:rPr>
              <w:t>.</w:t>
            </w:r>
          </w:p>
          <w:p w14:paraId="172965B4" w14:textId="77777777" w:rsidR="00A1438E" w:rsidRPr="00C949FE" w:rsidRDefault="00A1438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961B323" w14:textId="5BBF0C35" w:rsidR="0090789A" w:rsidRPr="00C949FE" w:rsidRDefault="00792082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949FE">
              <w:rPr>
                <w:b w:val="0"/>
                <w:smallCaps w:val="0"/>
                <w:szCs w:val="24"/>
              </w:rPr>
              <w:t>Badura-Madej</w:t>
            </w:r>
            <w:r w:rsidR="00867481" w:rsidRPr="00C949FE">
              <w:rPr>
                <w:b w:val="0"/>
                <w:smallCaps w:val="0"/>
                <w:szCs w:val="24"/>
              </w:rPr>
              <w:t xml:space="preserve"> W., Dobrzyńska-</w:t>
            </w:r>
            <w:proofErr w:type="spellStart"/>
            <w:r w:rsidR="00867481" w:rsidRPr="00C949FE">
              <w:rPr>
                <w:b w:val="0"/>
                <w:smallCaps w:val="0"/>
                <w:szCs w:val="24"/>
              </w:rPr>
              <w:t>Mesterhazy</w:t>
            </w:r>
            <w:proofErr w:type="spellEnd"/>
            <w:r w:rsidR="00867481" w:rsidRPr="00C949FE">
              <w:rPr>
                <w:b w:val="0"/>
                <w:smallCaps w:val="0"/>
                <w:szCs w:val="24"/>
              </w:rPr>
              <w:t xml:space="preserve"> A. </w:t>
            </w:r>
            <w:r w:rsidR="00806DC6">
              <w:rPr>
                <w:b w:val="0"/>
                <w:smallCaps w:val="0"/>
                <w:szCs w:val="24"/>
              </w:rPr>
              <w:t xml:space="preserve">(2000). </w:t>
            </w:r>
            <w:r w:rsidR="00867481" w:rsidRPr="006E5392">
              <w:rPr>
                <w:b w:val="0"/>
                <w:i/>
                <w:iCs/>
                <w:smallCaps w:val="0"/>
                <w:szCs w:val="24"/>
              </w:rPr>
              <w:t>Przemoc w rodzinie. Interwencja kryzysowa i psychoterapia</w:t>
            </w:r>
            <w:r w:rsidR="00867481" w:rsidRPr="00C949FE">
              <w:rPr>
                <w:b w:val="0"/>
                <w:smallCaps w:val="0"/>
                <w:szCs w:val="24"/>
              </w:rPr>
              <w:t xml:space="preserve">. </w:t>
            </w:r>
            <w:r w:rsidR="006E5392">
              <w:rPr>
                <w:b w:val="0"/>
                <w:smallCaps w:val="0"/>
                <w:szCs w:val="24"/>
              </w:rPr>
              <w:t xml:space="preserve">Kraków: </w:t>
            </w:r>
            <w:r w:rsidR="00867481" w:rsidRPr="00C949FE">
              <w:rPr>
                <w:b w:val="0"/>
                <w:smallCaps w:val="0"/>
                <w:szCs w:val="24"/>
              </w:rPr>
              <w:t>W</w:t>
            </w:r>
            <w:r w:rsidR="006E5392">
              <w:rPr>
                <w:b w:val="0"/>
                <w:smallCaps w:val="0"/>
                <w:szCs w:val="24"/>
              </w:rPr>
              <w:t xml:space="preserve">ydawnictwo </w:t>
            </w:r>
            <w:r w:rsidR="00867481" w:rsidRPr="00C949FE">
              <w:rPr>
                <w:b w:val="0"/>
                <w:smallCaps w:val="0"/>
                <w:szCs w:val="24"/>
              </w:rPr>
              <w:t>UJ</w:t>
            </w:r>
            <w:r w:rsidR="00806DC6">
              <w:rPr>
                <w:b w:val="0"/>
                <w:smallCaps w:val="0"/>
                <w:szCs w:val="24"/>
              </w:rPr>
              <w:t xml:space="preserve">, </w:t>
            </w:r>
            <w:r w:rsidR="006E5392">
              <w:rPr>
                <w:b w:val="0"/>
                <w:smallCaps w:val="0"/>
                <w:szCs w:val="24"/>
              </w:rPr>
              <w:t xml:space="preserve">s. </w:t>
            </w:r>
            <w:r w:rsidR="00867481" w:rsidRPr="00C949FE">
              <w:rPr>
                <w:b w:val="0"/>
                <w:smallCaps w:val="0"/>
                <w:szCs w:val="24"/>
              </w:rPr>
              <w:t>87-95</w:t>
            </w:r>
            <w:r w:rsidR="00806DC6">
              <w:rPr>
                <w:b w:val="0"/>
                <w:smallCaps w:val="0"/>
                <w:szCs w:val="24"/>
              </w:rPr>
              <w:t>.</w:t>
            </w:r>
          </w:p>
          <w:p w14:paraId="05579F54" w14:textId="77777777" w:rsidR="00DA323B" w:rsidRPr="00C949FE" w:rsidRDefault="00DA323B" w:rsidP="00156B80">
            <w:pPr>
              <w:pStyle w:val="Punktygwne"/>
              <w:spacing w:before="0" w:after="0"/>
              <w:rPr>
                <w:b w:val="0"/>
                <w:i/>
                <w:smallCaps w:val="0"/>
                <w:szCs w:val="24"/>
              </w:rPr>
            </w:pPr>
          </w:p>
        </w:tc>
      </w:tr>
    </w:tbl>
    <w:p w14:paraId="363C4B65" w14:textId="77777777" w:rsidR="00DA323B" w:rsidRPr="00C949FE" w:rsidRDefault="00DA323B" w:rsidP="009C54AE">
      <w:pPr>
        <w:pStyle w:val="Punktygwne"/>
        <w:spacing w:before="0" w:after="0"/>
        <w:rPr>
          <w:smallCaps w:val="0"/>
          <w:szCs w:val="24"/>
        </w:rPr>
      </w:pPr>
    </w:p>
    <w:p w14:paraId="422541AD" w14:textId="77777777" w:rsidR="00675843" w:rsidRPr="00C949FE" w:rsidRDefault="00675843" w:rsidP="009C54AE">
      <w:pPr>
        <w:pStyle w:val="Punktygwne"/>
        <w:spacing w:before="0" w:after="0"/>
        <w:rPr>
          <w:smallCaps w:val="0"/>
          <w:szCs w:val="24"/>
        </w:rPr>
      </w:pPr>
    </w:p>
    <w:p w14:paraId="2A55577A" w14:textId="77777777" w:rsidR="0085747A" w:rsidRPr="00C949FE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7099DB1" w14:textId="77777777" w:rsidR="0085747A" w:rsidRPr="00C949FE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6F355E2" w14:textId="77777777" w:rsidR="0085747A" w:rsidRPr="00C949FE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C949FE">
        <w:rPr>
          <w:b w:val="0"/>
          <w:smallCaps w:val="0"/>
          <w:szCs w:val="24"/>
        </w:rPr>
        <w:t>Akceptacja Kierownika Jednostki lub osoby upoważnionej</w:t>
      </w:r>
    </w:p>
    <w:sectPr w:rsidR="0085747A" w:rsidRPr="00C949F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C4453" w14:textId="77777777" w:rsidR="00A47C6B" w:rsidRDefault="00A47C6B" w:rsidP="00C16ABF">
      <w:pPr>
        <w:spacing w:after="0" w:line="240" w:lineRule="auto"/>
      </w:pPr>
      <w:r>
        <w:separator/>
      </w:r>
    </w:p>
  </w:endnote>
  <w:endnote w:type="continuationSeparator" w:id="0">
    <w:p w14:paraId="7230BB5E" w14:textId="77777777" w:rsidR="00A47C6B" w:rsidRDefault="00A47C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112E3" w14:textId="77777777" w:rsidR="00A47C6B" w:rsidRDefault="00A47C6B" w:rsidP="00C16ABF">
      <w:pPr>
        <w:spacing w:after="0" w:line="240" w:lineRule="auto"/>
      </w:pPr>
      <w:r>
        <w:separator/>
      </w:r>
    </w:p>
  </w:footnote>
  <w:footnote w:type="continuationSeparator" w:id="0">
    <w:p w14:paraId="2995324A" w14:textId="77777777" w:rsidR="00A47C6B" w:rsidRDefault="00A47C6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611262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E5A"/>
    <w:rsid w:val="00033B02"/>
    <w:rsid w:val="00042A51"/>
    <w:rsid w:val="00042D2E"/>
    <w:rsid w:val="00044C82"/>
    <w:rsid w:val="00050236"/>
    <w:rsid w:val="00070ED6"/>
    <w:rsid w:val="00072A40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2C8"/>
    <w:rsid w:val="000C5696"/>
    <w:rsid w:val="000D04B0"/>
    <w:rsid w:val="000F1C57"/>
    <w:rsid w:val="000F5615"/>
    <w:rsid w:val="00107219"/>
    <w:rsid w:val="0010725B"/>
    <w:rsid w:val="001132F3"/>
    <w:rsid w:val="0012408B"/>
    <w:rsid w:val="00124BFF"/>
    <w:rsid w:val="0012560E"/>
    <w:rsid w:val="00127108"/>
    <w:rsid w:val="00134B13"/>
    <w:rsid w:val="00136DDF"/>
    <w:rsid w:val="00146BC0"/>
    <w:rsid w:val="00153C41"/>
    <w:rsid w:val="00154381"/>
    <w:rsid w:val="00156B80"/>
    <w:rsid w:val="001640A7"/>
    <w:rsid w:val="001646E8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E1A4B"/>
    <w:rsid w:val="001F2CA2"/>
    <w:rsid w:val="001F7DC8"/>
    <w:rsid w:val="00200CC7"/>
    <w:rsid w:val="00212CC6"/>
    <w:rsid w:val="002144C0"/>
    <w:rsid w:val="00216238"/>
    <w:rsid w:val="00222CB7"/>
    <w:rsid w:val="002237F0"/>
    <w:rsid w:val="0022477D"/>
    <w:rsid w:val="002278A9"/>
    <w:rsid w:val="002336F9"/>
    <w:rsid w:val="0024028F"/>
    <w:rsid w:val="00244ABC"/>
    <w:rsid w:val="00280FC4"/>
    <w:rsid w:val="00281FF2"/>
    <w:rsid w:val="002857DE"/>
    <w:rsid w:val="00291313"/>
    <w:rsid w:val="00291567"/>
    <w:rsid w:val="002A22BF"/>
    <w:rsid w:val="002A2389"/>
    <w:rsid w:val="002A671D"/>
    <w:rsid w:val="002A7E15"/>
    <w:rsid w:val="002B0937"/>
    <w:rsid w:val="002B0DC8"/>
    <w:rsid w:val="002B4D55"/>
    <w:rsid w:val="002B5EA0"/>
    <w:rsid w:val="002B6119"/>
    <w:rsid w:val="002B6F35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F45"/>
    <w:rsid w:val="003343CF"/>
    <w:rsid w:val="00342192"/>
    <w:rsid w:val="00343BFF"/>
    <w:rsid w:val="00346FE9"/>
    <w:rsid w:val="0034759A"/>
    <w:rsid w:val="003503F6"/>
    <w:rsid w:val="003530DD"/>
    <w:rsid w:val="00361788"/>
    <w:rsid w:val="00363F78"/>
    <w:rsid w:val="00365B34"/>
    <w:rsid w:val="0037617A"/>
    <w:rsid w:val="003926DB"/>
    <w:rsid w:val="003A0A5B"/>
    <w:rsid w:val="003A1176"/>
    <w:rsid w:val="003A6D87"/>
    <w:rsid w:val="003B346E"/>
    <w:rsid w:val="003C0BAE"/>
    <w:rsid w:val="003D0776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62C6"/>
    <w:rsid w:val="00437FA2"/>
    <w:rsid w:val="0044317C"/>
    <w:rsid w:val="004456C4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E99"/>
    <w:rsid w:val="004D5282"/>
    <w:rsid w:val="004F1551"/>
    <w:rsid w:val="004F2DAF"/>
    <w:rsid w:val="004F547E"/>
    <w:rsid w:val="004F55A3"/>
    <w:rsid w:val="0050496F"/>
    <w:rsid w:val="0050664A"/>
    <w:rsid w:val="005102DF"/>
    <w:rsid w:val="00513B6F"/>
    <w:rsid w:val="00515CDF"/>
    <w:rsid w:val="00517C63"/>
    <w:rsid w:val="0052554A"/>
    <w:rsid w:val="00526C94"/>
    <w:rsid w:val="005363C4"/>
    <w:rsid w:val="00536BDE"/>
    <w:rsid w:val="00537C92"/>
    <w:rsid w:val="00543ACC"/>
    <w:rsid w:val="0056696D"/>
    <w:rsid w:val="00573EF9"/>
    <w:rsid w:val="0059080B"/>
    <w:rsid w:val="0059484D"/>
    <w:rsid w:val="00594E42"/>
    <w:rsid w:val="005A0855"/>
    <w:rsid w:val="005A3196"/>
    <w:rsid w:val="005A3BE1"/>
    <w:rsid w:val="005A6C4E"/>
    <w:rsid w:val="005C080F"/>
    <w:rsid w:val="005C55E5"/>
    <w:rsid w:val="005C696A"/>
    <w:rsid w:val="005D1A27"/>
    <w:rsid w:val="005E59D4"/>
    <w:rsid w:val="005E6E85"/>
    <w:rsid w:val="005F31D2"/>
    <w:rsid w:val="00606A26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64DF4"/>
    <w:rsid w:val="00671958"/>
    <w:rsid w:val="006728AB"/>
    <w:rsid w:val="00675843"/>
    <w:rsid w:val="00676A10"/>
    <w:rsid w:val="00685CCD"/>
    <w:rsid w:val="0068793E"/>
    <w:rsid w:val="00696477"/>
    <w:rsid w:val="006A02D5"/>
    <w:rsid w:val="006A4353"/>
    <w:rsid w:val="006D050F"/>
    <w:rsid w:val="006D6139"/>
    <w:rsid w:val="006E5392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303A"/>
    <w:rsid w:val="00745302"/>
    <w:rsid w:val="007461D6"/>
    <w:rsid w:val="00746EC8"/>
    <w:rsid w:val="00752EE0"/>
    <w:rsid w:val="00761BB5"/>
    <w:rsid w:val="00763BF1"/>
    <w:rsid w:val="00765E9A"/>
    <w:rsid w:val="00766216"/>
    <w:rsid w:val="00766FD4"/>
    <w:rsid w:val="0078168C"/>
    <w:rsid w:val="0078364D"/>
    <w:rsid w:val="007849AE"/>
    <w:rsid w:val="00787C2A"/>
    <w:rsid w:val="00790E27"/>
    <w:rsid w:val="007916D1"/>
    <w:rsid w:val="00792082"/>
    <w:rsid w:val="00796017"/>
    <w:rsid w:val="007A31DD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06DC6"/>
    <w:rsid w:val="0081554D"/>
    <w:rsid w:val="0081707E"/>
    <w:rsid w:val="008449B3"/>
    <w:rsid w:val="0085747A"/>
    <w:rsid w:val="00867481"/>
    <w:rsid w:val="00875C93"/>
    <w:rsid w:val="00877D6B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421B"/>
    <w:rsid w:val="008E5331"/>
    <w:rsid w:val="008E64F4"/>
    <w:rsid w:val="008F02EB"/>
    <w:rsid w:val="008F03B0"/>
    <w:rsid w:val="008F12C9"/>
    <w:rsid w:val="008F6E29"/>
    <w:rsid w:val="008F70AB"/>
    <w:rsid w:val="0090789A"/>
    <w:rsid w:val="00916188"/>
    <w:rsid w:val="00923D7D"/>
    <w:rsid w:val="00931506"/>
    <w:rsid w:val="009508DF"/>
    <w:rsid w:val="00950D14"/>
    <w:rsid w:val="00950DAC"/>
    <w:rsid w:val="009512F9"/>
    <w:rsid w:val="00954A07"/>
    <w:rsid w:val="00956245"/>
    <w:rsid w:val="00960011"/>
    <w:rsid w:val="009622F0"/>
    <w:rsid w:val="00997F14"/>
    <w:rsid w:val="009A621C"/>
    <w:rsid w:val="009A78D9"/>
    <w:rsid w:val="009B53BB"/>
    <w:rsid w:val="009B5CC9"/>
    <w:rsid w:val="009C1331"/>
    <w:rsid w:val="009C3E31"/>
    <w:rsid w:val="009C54AE"/>
    <w:rsid w:val="009C788E"/>
    <w:rsid w:val="009E2129"/>
    <w:rsid w:val="009E3B41"/>
    <w:rsid w:val="009F3C5C"/>
    <w:rsid w:val="009F4610"/>
    <w:rsid w:val="00A00ECC"/>
    <w:rsid w:val="00A0489D"/>
    <w:rsid w:val="00A1438E"/>
    <w:rsid w:val="00A155EE"/>
    <w:rsid w:val="00A2245B"/>
    <w:rsid w:val="00A23EE5"/>
    <w:rsid w:val="00A30110"/>
    <w:rsid w:val="00A33471"/>
    <w:rsid w:val="00A36899"/>
    <w:rsid w:val="00A371F6"/>
    <w:rsid w:val="00A43BF6"/>
    <w:rsid w:val="00A44B79"/>
    <w:rsid w:val="00A47C6B"/>
    <w:rsid w:val="00A53FA5"/>
    <w:rsid w:val="00A54817"/>
    <w:rsid w:val="00A601C8"/>
    <w:rsid w:val="00A60799"/>
    <w:rsid w:val="00A84C85"/>
    <w:rsid w:val="00A91194"/>
    <w:rsid w:val="00A97DE1"/>
    <w:rsid w:val="00AA25F9"/>
    <w:rsid w:val="00AA35EA"/>
    <w:rsid w:val="00AA7BCB"/>
    <w:rsid w:val="00AB053C"/>
    <w:rsid w:val="00AB487C"/>
    <w:rsid w:val="00AD1146"/>
    <w:rsid w:val="00AD27D3"/>
    <w:rsid w:val="00AD66D6"/>
    <w:rsid w:val="00AE1160"/>
    <w:rsid w:val="00AE203C"/>
    <w:rsid w:val="00AE2E74"/>
    <w:rsid w:val="00AE5FCB"/>
    <w:rsid w:val="00AF14AD"/>
    <w:rsid w:val="00AF2C1E"/>
    <w:rsid w:val="00B0496C"/>
    <w:rsid w:val="00B06142"/>
    <w:rsid w:val="00B135B1"/>
    <w:rsid w:val="00B16A86"/>
    <w:rsid w:val="00B25CEF"/>
    <w:rsid w:val="00B3130B"/>
    <w:rsid w:val="00B40ADB"/>
    <w:rsid w:val="00B43B77"/>
    <w:rsid w:val="00B43E80"/>
    <w:rsid w:val="00B56E1F"/>
    <w:rsid w:val="00B57753"/>
    <w:rsid w:val="00B607DB"/>
    <w:rsid w:val="00B66529"/>
    <w:rsid w:val="00B701F1"/>
    <w:rsid w:val="00B75946"/>
    <w:rsid w:val="00B8056E"/>
    <w:rsid w:val="00B819C8"/>
    <w:rsid w:val="00B82308"/>
    <w:rsid w:val="00B830A3"/>
    <w:rsid w:val="00B90885"/>
    <w:rsid w:val="00B96633"/>
    <w:rsid w:val="00BB2161"/>
    <w:rsid w:val="00BB520A"/>
    <w:rsid w:val="00BD09E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3A71"/>
    <w:rsid w:val="00C56036"/>
    <w:rsid w:val="00C61DC5"/>
    <w:rsid w:val="00C67E92"/>
    <w:rsid w:val="00C70A26"/>
    <w:rsid w:val="00C70F03"/>
    <w:rsid w:val="00C71BA7"/>
    <w:rsid w:val="00C766DF"/>
    <w:rsid w:val="00C80109"/>
    <w:rsid w:val="00C926CA"/>
    <w:rsid w:val="00C949FE"/>
    <w:rsid w:val="00C94B98"/>
    <w:rsid w:val="00CA2B96"/>
    <w:rsid w:val="00CA5089"/>
    <w:rsid w:val="00CB42CB"/>
    <w:rsid w:val="00CD2718"/>
    <w:rsid w:val="00CD3C83"/>
    <w:rsid w:val="00CD6897"/>
    <w:rsid w:val="00CE5BAC"/>
    <w:rsid w:val="00CF25BE"/>
    <w:rsid w:val="00CF78ED"/>
    <w:rsid w:val="00D02B25"/>
    <w:rsid w:val="00D02EBA"/>
    <w:rsid w:val="00D043D4"/>
    <w:rsid w:val="00D05370"/>
    <w:rsid w:val="00D17C3C"/>
    <w:rsid w:val="00D26B2C"/>
    <w:rsid w:val="00D31EE0"/>
    <w:rsid w:val="00D3212A"/>
    <w:rsid w:val="00D352C9"/>
    <w:rsid w:val="00D35B76"/>
    <w:rsid w:val="00D379BF"/>
    <w:rsid w:val="00D425B2"/>
    <w:rsid w:val="00D4280C"/>
    <w:rsid w:val="00D428D6"/>
    <w:rsid w:val="00D552B2"/>
    <w:rsid w:val="00D608D1"/>
    <w:rsid w:val="00D74119"/>
    <w:rsid w:val="00D8075B"/>
    <w:rsid w:val="00D8678B"/>
    <w:rsid w:val="00D92A96"/>
    <w:rsid w:val="00DA2114"/>
    <w:rsid w:val="00DA323B"/>
    <w:rsid w:val="00DE09C0"/>
    <w:rsid w:val="00DE4A14"/>
    <w:rsid w:val="00DF320D"/>
    <w:rsid w:val="00DF71C8"/>
    <w:rsid w:val="00E03A9D"/>
    <w:rsid w:val="00E121F2"/>
    <w:rsid w:val="00E129B8"/>
    <w:rsid w:val="00E21E7D"/>
    <w:rsid w:val="00E22FBC"/>
    <w:rsid w:val="00E24BF5"/>
    <w:rsid w:val="00E25338"/>
    <w:rsid w:val="00E30332"/>
    <w:rsid w:val="00E51E44"/>
    <w:rsid w:val="00E57B59"/>
    <w:rsid w:val="00E63348"/>
    <w:rsid w:val="00E712C0"/>
    <w:rsid w:val="00E77E88"/>
    <w:rsid w:val="00E8107D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E32DE"/>
    <w:rsid w:val="00EE5457"/>
    <w:rsid w:val="00F02DD1"/>
    <w:rsid w:val="00F070AB"/>
    <w:rsid w:val="00F17567"/>
    <w:rsid w:val="00F22D8C"/>
    <w:rsid w:val="00F27A7B"/>
    <w:rsid w:val="00F47417"/>
    <w:rsid w:val="00F526AF"/>
    <w:rsid w:val="00F55436"/>
    <w:rsid w:val="00F617C3"/>
    <w:rsid w:val="00F61E56"/>
    <w:rsid w:val="00F631FC"/>
    <w:rsid w:val="00F7066B"/>
    <w:rsid w:val="00F71ABE"/>
    <w:rsid w:val="00F83B28"/>
    <w:rsid w:val="00F96E8F"/>
    <w:rsid w:val="00FA0896"/>
    <w:rsid w:val="00FA46E5"/>
    <w:rsid w:val="00FB2208"/>
    <w:rsid w:val="00FB2B59"/>
    <w:rsid w:val="00FB7DBA"/>
    <w:rsid w:val="00FC1C25"/>
    <w:rsid w:val="00FC3F45"/>
    <w:rsid w:val="00FD503F"/>
    <w:rsid w:val="00FD7589"/>
    <w:rsid w:val="00FE514A"/>
    <w:rsid w:val="00FE5D46"/>
    <w:rsid w:val="00FF016A"/>
    <w:rsid w:val="00FF1401"/>
    <w:rsid w:val="00FF2081"/>
    <w:rsid w:val="00FF4B9B"/>
    <w:rsid w:val="00FF57DA"/>
    <w:rsid w:val="00FF5E7D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BC33C10A-7DF3-4B75-9039-652F1B4A4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7C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7C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7C9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7C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7C92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CD3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11FAD-240C-46E6-A64F-727F346E1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2022-12-29T10:38:00Z</cp:lastPrinted>
  <dcterms:created xsi:type="dcterms:W3CDTF">2023-05-31T11:10:00Z</dcterms:created>
  <dcterms:modified xsi:type="dcterms:W3CDTF">2023-05-31T11:10:00Z</dcterms:modified>
</cp:coreProperties>
</file>